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4282"/>
        <w:gridCol w:w="3389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90952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90952" w:rsidP="00FD169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D1697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9095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D1697">
              <w:rPr>
                <w:rFonts w:ascii="Arial" w:hAnsi="Arial" w:cs="Arial"/>
                <w:noProof/>
                <w:sz w:val="18"/>
                <w:szCs w:val="18"/>
              </w:rPr>
              <w:t>Monday, 27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690952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</w:tcPr>
          <w:p w:rsidR="00894682" w:rsidRPr="001906A2" w:rsidRDefault="00FD1697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Past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of healed leg ulcers with venous skin changes. Please include arterial spot checks.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A62EBF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5383258</wp:posOffset>
                      </wp:positionH>
                      <wp:positionV relativeFrom="paragraph">
                        <wp:posOffset>3822939</wp:posOffset>
                      </wp:positionV>
                      <wp:extent cx="136934" cy="451262"/>
                      <wp:effectExtent l="0" t="0" r="15875" b="25400"/>
                      <wp:wrapNone/>
                      <wp:docPr id="218" name="Freeform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934" cy="451262"/>
                              </a:xfrm>
                              <a:custGeom>
                                <a:avLst/>
                                <a:gdLst>
                                  <a:gd name="connsiteX0" fmla="*/ 0 w 136577"/>
                                  <a:gd name="connsiteY0" fmla="*/ 0 h 451262"/>
                                  <a:gd name="connsiteX1" fmla="*/ 83127 w 136577"/>
                                  <a:gd name="connsiteY1" fmla="*/ 89065 h 451262"/>
                                  <a:gd name="connsiteX2" fmla="*/ 65314 w 136577"/>
                                  <a:gd name="connsiteY2" fmla="*/ 178130 h 451262"/>
                                  <a:gd name="connsiteX3" fmla="*/ 136566 w 136577"/>
                                  <a:gd name="connsiteY3" fmla="*/ 213756 h 451262"/>
                                  <a:gd name="connsiteX4" fmla="*/ 59376 w 136577"/>
                                  <a:gd name="connsiteY4" fmla="*/ 290946 h 451262"/>
                                  <a:gd name="connsiteX5" fmla="*/ 112815 w 136577"/>
                                  <a:gd name="connsiteY5" fmla="*/ 385948 h 451262"/>
                                  <a:gd name="connsiteX6" fmla="*/ 106878 w 136577"/>
                                  <a:gd name="connsiteY6" fmla="*/ 451262 h 451262"/>
                                  <a:gd name="connsiteX0" fmla="*/ 0 w 136966"/>
                                  <a:gd name="connsiteY0" fmla="*/ 0 h 451262"/>
                                  <a:gd name="connsiteX1" fmla="*/ 83127 w 136966"/>
                                  <a:gd name="connsiteY1" fmla="*/ 89065 h 451262"/>
                                  <a:gd name="connsiteX2" fmla="*/ 65314 w 136966"/>
                                  <a:gd name="connsiteY2" fmla="*/ 178130 h 451262"/>
                                  <a:gd name="connsiteX3" fmla="*/ 136566 w 136966"/>
                                  <a:gd name="connsiteY3" fmla="*/ 213756 h 451262"/>
                                  <a:gd name="connsiteX4" fmla="*/ 95015 w 136966"/>
                                  <a:gd name="connsiteY4" fmla="*/ 314718 h 451262"/>
                                  <a:gd name="connsiteX5" fmla="*/ 112815 w 136966"/>
                                  <a:gd name="connsiteY5" fmla="*/ 385948 h 451262"/>
                                  <a:gd name="connsiteX6" fmla="*/ 106878 w 136966"/>
                                  <a:gd name="connsiteY6" fmla="*/ 451262 h 451262"/>
                                  <a:gd name="connsiteX0" fmla="*/ 0 w 136934"/>
                                  <a:gd name="connsiteY0" fmla="*/ 0 h 451262"/>
                                  <a:gd name="connsiteX1" fmla="*/ 83127 w 136934"/>
                                  <a:gd name="connsiteY1" fmla="*/ 89065 h 451262"/>
                                  <a:gd name="connsiteX2" fmla="*/ 65314 w 136934"/>
                                  <a:gd name="connsiteY2" fmla="*/ 178130 h 451262"/>
                                  <a:gd name="connsiteX3" fmla="*/ 136566 w 136934"/>
                                  <a:gd name="connsiteY3" fmla="*/ 213756 h 451262"/>
                                  <a:gd name="connsiteX4" fmla="*/ 95015 w 136934"/>
                                  <a:gd name="connsiteY4" fmla="*/ 314718 h 451262"/>
                                  <a:gd name="connsiteX5" fmla="*/ 136642 w 136934"/>
                                  <a:gd name="connsiteY5" fmla="*/ 374063 h 451262"/>
                                  <a:gd name="connsiteX6" fmla="*/ 106878 w 136934"/>
                                  <a:gd name="connsiteY6" fmla="*/ 451262 h 4512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36934" h="451262">
                                    <a:moveTo>
                                      <a:pt x="0" y="0"/>
                                    </a:moveTo>
                                    <a:cubicBezTo>
                                      <a:pt x="36120" y="29688"/>
                                      <a:pt x="72241" y="59377"/>
                                      <a:pt x="83127" y="89065"/>
                                    </a:cubicBezTo>
                                    <a:cubicBezTo>
                                      <a:pt x="94013" y="118753"/>
                                      <a:pt x="56408" y="157348"/>
                                      <a:pt x="65314" y="178130"/>
                                    </a:cubicBezTo>
                                    <a:cubicBezTo>
                                      <a:pt x="74220" y="198912"/>
                                      <a:pt x="131616" y="190991"/>
                                      <a:pt x="136566" y="213756"/>
                                    </a:cubicBezTo>
                                    <a:cubicBezTo>
                                      <a:pt x="141516" y="236521"/>
                                      <a:pt x="95002" y="288000"/>
                                      <a:pt x="95015" y="314718"/>
                                    </a:cubicBezTo>
                                    <a:cubicBezTo>
                                      <a:pt x="95028" y="341436"/>
                                      <a:pt x="134665" y="351306"/>
                                      <a:pt x="136642" y="374063"/>
                                    </a:cubicBezTo>
                                    <a:cubicBezTo>
                                      <a:pt x="138619" y="396820"/>
                                      <a:pt x="113805" y="431964"/>
                                      <a:pt x="106878" y="451262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E95225" id="Freeform 218" o:spid="_x0000_s1026" style="position:absolute;margin-left:423.9pt;margin-top:301pt;width:10.8pt;height:35.55pt;z-index:251705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934,451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" path="m,c36120,29688,72241,59377,83127,89065v10886,29688,-26719,68283,-17813,89065c74220,198912,131616,190991,136566,213756v4950,22765,-41564,74244,-41551,100962c95028,341436,134665,351306,136642,374063v1977,22757,-22837,57901,-29764,77199e" filled="f" strokecolor="red" strokeweight="1pt">
                      <v:stroke joinstyle="miter"/>
                      <v:path arrowok="t" o:connecttype="custom" o:connectlocs="0,0;83127,89065;65314,178130;136566,213756;95015,314718;136642,374063;106878,451262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4231351</wp:posOffset>
                      </wp:positionH>
                      <wp:positionV relativeFrom="paragraph">
                        <wp:posOffset>3763563</wp:posOffset>
                      </wp:positionV>
                      <wp:extent cx="59377" cy="118753"/>
                      <wp:effectExtent l="0" t="0" r="17145" b="14605"/>
                      <wp:wrapNone/>
                      <wp:docPr id="217" name="Freeform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77" cy="118753"/>
                              </a:xfrm>
                              <a:custGeom>
                                <a:avLst/>
                                <a:gdLst>
                                  <a:gd name="connsiteX0" fmla="*/ 0 w 59377"/>
                                  <a:gd name="connsiteY0" fmla="*/ 0 h 118753"/>
                                  <a:gd name="connsiteX1" fmla="*/ 41564 w 59377"/>
                                  <a:gd name="connsiteY1" fmla="*/ 95002 h 118753"/>
                                  <a:gd name="connsiteX2" fmla="*/ 59377 w 59377"/>
                                  <a:gd name="connsiteY2" fmla="*/ 118753 h 11875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9377" h="118753">
                                    <a:moveTo>
                                      <a:pt x="0" y="0"/>
                                    </a:moveTo>
                                    <a:lnTo>
                                      <a:pt x="41564" y="95002"/>
                                    </a:lnTo>
                                    <a:cubicBezTo>
                                      <a:pt x="51460" y="114794"/>
                                      <a:pt x="55418" y="116773"/>
                                      <a:pt x="59377" y="118753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C02ABE" id="Freeform 217" o:spid="_x0000_s1026" style="position:absolute;margin-left:333.2pt;margin-top:296.35pt;width:4.7pt;height:9.35pt;z-index:251704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377,118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" path="m,l41564,95002v9896,19792,13854,21771,17813,23751e" filled="f" strokecolor="red" strokeweight="1.5pt">
                      <v:stroke joinstyle="miter"/>
                      <v:path arrowok="t" o:connecttype="custom" o:connectlocs="0,0;41564,95002;59377,118753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>
                      <wp:simplePos x="0" y="0"/>
                      <wp:positionH relativeFrom="column">
                        <wp:posOffset>4106221</wp:posOffset>
                      </wp:positionH>
                      <wp:positionV relativeFrom="paragraph">
                        <wp:posOffset>2985729</wp:posOffset>
                      </wp:positionV>
                      <wp:extent cx="338893" cy="1116280"/>
                      <wp:effectExtent l="19050" t="19050" r="23495" b="27305"/>
                      <wp:wrapNone/>
                      <wp:docPr id="216" name="Freeform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8893" cy="1116280"/>
                              </a:xfrm>
                              <a:custGeom>
                                <a:avLst/>
                                <a:gdLst>
                                  <a:gd name="connsiteX0" fmla="*/ 220133 w 338893"/>
                                  <a:gd name="connsiteY0" fmla="*/ 0 h 1116280"/>
                                  <a:gd name="connsiteX1" fmla="*/ 338886 w 338893"/>
                                  <a:gd name="connsiteY1" fmla="*/ 136566 h 1116280"/>
                                  <a:gd name="connsiteX2" fmla="*/ 226071 w 338893"/>
                                  <a:gd name="connsiteY2" fmla="*/ 195943 h 1116280"/>
                                  <a:gd name="connsiteX3" fmla="*/ 267634 w 338893"/>
                                  <a:gd name="connsiteY3" fmla="*/ 314696 h 1116280"/>
                                  <a:gd name="connsiteX4" fmla="*/ 160756 w 338893"/>
                                  <a:gd name="connsiteY4" fmla="*/ 385948 h 1116280"/>
                                  <a:gd name="connsiteX5" fmla="*/ 232008 w 338893"/>
                                  <a:gd name="connsiteY5" fmla="*/ 480950 h 1116280"/>
                                  <a:gd name="connsiteX6" fmla="*/ 119193 w 338893"/>
                                  <a:gd name="connsiteY6" fmla="*/ 546265 h 1116280"/>
                                  <a:gd name="connsiteX7" fmla="*/ 166694 w 338893"/>
                                  <a:gd name="connsiteY7" fmla="*/ 623454 h 1116280"/>
                                  <a:gd name="connsiteX8" fmla="*/ 47941 w 338893"/>
                                  <a:gd name="connsiteY8" fmla="*/ 694706 h 1116280"/>
                                  <a:gd name="connsiteX9" fmla="*/ 113255 w 338893"/>
                                  <a:gd name="connsiteY9" fmla="*/ 789709 h 1116280"/>
                                  <a:gd name="connsiteX10" fmla="*/ 439 w 338893"/>
                                  <a:gd name="connsiteY10" fmla="*/ 908462 h 1116280"/>
                                  <a:gd name="connsiteX11" fmla="*/ 71691 w 338893"/>
                                  <a:gd name="connsiteY11" fmla="*/ 1015340 h 1116280"/>
                                  <a:gd name="connsiteX12" fmla="*/ 6377 w 338893"/>
                                  <a:gd name="connsiteY12" fmla="*/ 1116280 h 111628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338893" h="1116280">
                                    <a:moveTo>
                                      <a:pt x="220133" y="0"/>
                                    </a:moveTo>
                                    <a:cubicBezTo>
                                      <a:pt x="279014" y="51954"/>
                                      <a:pt x="337896" y="103909"/>
                                      <a:pt x="338886" y="136566"/>
                                    </a:cubicBezTo>
                                    <a:cubicBezTo>
                                      <a:pt x="339876" y="169223"/>
                                      <a:pt x="237946" y="166255"/>
                                      <a:pt x="226071" y="195943"/>
                                    </a:cubicBezTo>
                                    <a:cubicBezTo>
                                      <a:pt x="214196" y="225631"/>
                                      <a:pt x="278520" y="283029"/>
                                      <a:pt x="267634" y="314696"/>
                                    </a:cubicBezTo>
                                    <a:cubicBezTo>
                                      <a:pt x="256748" y="346364"/>
                                      <a:pt x="166694" y="358239"/>
                                      <a:pt x="160756" y="385948"/>
                                    </a:cubicBezTo>
                                    <a:cubicBezTo>
                                      <a:pt x="154818" y="413657"/>
                                      <a:pt x="238935" y="454231"/>
                                      <a:pt x="232008" y="480950"/>
                                    </a:cubicBezTo>
                                    <a:cubicBezTo>
                                      <a:pt x="225081" y="507669"/>
                                      <a:pt x="130079" y="522514"/>
                                      <a:pt x="119193" y="546265"/>
                                    </a:cubicBezTo>
                                    <a:cubicBezTo>
                                      <a:pt x="108307" y="570016"/>
                                      <a:pt x="178569" y="598714"/>
                                      <a:pt x="166694" y="623454"/>
                                    </a:cubicBezTo>
                                    <a:cubicBezTo>
                                      <a:pt x="154819" y="648194"/>
                                      <a:pt x="56847" y="666997"/>
                                      <a:pt x="47941" y="694706"/>
                                    </a:cubicBezTo>
                                    <a:cubicBezTo>
                                      <a:pt x="39034" y="722415"/>
                                      <a:pt x="121172" y="754083"/>
                                      <a:pt x="113255" y="789709"/>
                                    </a:cubicBezTo>
                                    <a:cubicBezTo>
                                      <a:pt x="105338" y="825335"/>
                                      <a:pt x="7366" y="870857"/>
                                      <a:pt x="439" y="908462"/>
                                    </a:cubicBezTo>
                                    <a:cubicBezTo>
                                      <a:pt x="-6488" y="946067"/>
                                      <a:pt x="70701" y="980704"/>
                                      <a:pt x="71691" y="1015340"/>
                                    </a:cubicBezTo>
                                    <a:cubicBezTo>
                                      <a:pt x="72681" y="1049976"/>
                                      <a:pt x="39529" y="1083128"/>
                                      <a:pt x="6377" y="111628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D4AC2D7" id="Freeform 216" o:spid="_x0000_s1026" style="position:absolute;margin-left:323.3pt;margin-top:235.1pt;width:26.7pt;height:87.9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8893,1116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" path="m220133,v58881,51954,117763,103909,118753,136566c339876,169223,237946,166255,226071,195943v-11875,29688,52449,87086,41563,118753c256748,346364,166694,358239,160756,385948v-5938,27709,78179,68283,71252,95002c225081,507669,130079,522514,119193,546265v-10886,23751,59376,52449,47501,77189c154819,648194,56847,666997,47941,694706v-8907,27709,73231,59377,65314,95003c105338,825335,7366,870857,439,908462v-6927,37605,70262,72242,71252,106878c72681,1049976,39529,1083128,6377,1116280e" filled="f" strokecolor="red" strokeweight="2.25pt">
                      <v:stroke joinstyle="miter"/>
                      <v:path arrowok="t" o:connecttype="custom" o:connectlocs="220133,0;338886,136566;226071,195943;267634,314696;160756,385948;232008,480950;119193,546265;166694,623454;47941,694706;113255,789709;439,908462;71691,1015340;6377,1116280" o:connectangles="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4266977</wp:posOffset>
                      </wp:positionH>
                      <wp:positionV relativeFrom="paragraph">
                        <wp:posOffset>2861038</wp:posOffset>
                      </wp:positionV>
                      <wp:extent cx="29689" cy="47501"/>
                      <wp:effectExtent l="19050" t="19050" r="27940" b="10160"/>
                      <wp:wrapNone/>
                      <wp:docPr id="215" name="Freeform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689" cy="47501"/>
                              </a:xfrm>
                              <a:custGeom>
                                <a:avLst/>
                                <a:gdLst>
                                  <a:gd name="connsiteX0" fmla="*/ 0 w 29689"/>
                                  <a:gd name="connsiteY0" fmla="*/ 0 h 47501"/>
                                  <a:gd name="connsiteX1" fmla="*/ 29689 w 29689"/>
                                  <a:gd name="connsiteY1" fmla="*/ 47501 h 475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9689" h="47501">
                                    <a:moveTo>
                                      <a:pt x="0" y="0"/>
                                    </a:moveTo>
                                    <a:lnTo>
                                      <a:pt x="29689" y="47501"/>
                                    </a:ln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293504" id="Freeform 215" o:spid="_x0000_s1026" style="position:absolute;margin-left:336pt;margin-top:225.3pt;width:2.35pt;height:3.75pt;z-index:251701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689,47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" path="m,l29689,47501e" filled="f" strokecolor="red" strokeweight="2.25pt">
                      <v:stroke joinstyle="miter"/>
                      <v:path arrowok="t" o:connecttype="custom" o:connectlocs="0,0;29689,47501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4278853</wp:posOffset>
                      </wp:positionH>
                      <wp:positionV relativeFrom="paragraph">
                        <wp:posOffset>2641344</wp:posOffset>
                      </wp:positionV>
                      <wp:extent cx="124709" cy="362198"/>
                      <wp:effectExtent l="19050" t="19050" r="27940" b="19050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09" cy="362198"/>
                              </a:xfrm>
                              <a:custGeom>
                                <a:avLst/>
                                <a:gdLst>
                                  <a:gd name="connsiteX0" fmla="*/ 0 w 124709"/>
                                  <a:gd name="connsiteY0" fmla="*/ 0 h 362198"/>
                                  <a:gd name="connsiteX1" fmla="*/ 65314 w 124709"/>
                                  <a:gd name="connsiteY1" fmla="*/ 95003 h 362198"/>
                                  <a:gd name="connsiteX2" fmla="*/ 124691 w 124709"/>
                                  <a:gd name="connsiteY2" fmla="*/ 118754 h 362198"/>
                                  <a:gd name="connsiteX3" fmla="*/ 59376 w 124709"/>
                                  <a:gd name="connsiteY3" fmla="*/ 190006 h 362198"/>
                                  <a:gd name="connsiteX4" fmla="*/ 112815 w 124709"/>
                                  <a:gd name="connsiteY4" fmla="*/ 231569 h 362198"/>
                                  <a:gd name="connsiteX5" fmla="*/ 11875 w 124709"/>
                                  <a:gd name="connsiteY5" fmla="*/ 290946 h 362198"/>
                                  <a:gd name="connsiteX6" fmla="*/ 59376 w 124709"/>
                                  <a:gd name="connsiteY6" fmla="*/ 362198 h 362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124709" h="362198">
                                    <a:moveTo>
                                      <a:pt x="0" y="0"/>
                                    </a:moveTo>
                                    <a:cubicBezTo>
                                      <a:pt x="22266" y="37605"/>
                                      <a:pt x="44532" y="75211"/>
                                      <a:pt x="65314" y="95003"/>
                                    </a:cubicBezTo>
                                    <a:cubicBezTo>
                                      <a:pt x="86096" y="114795"/>
                                      <a:pt x="125681" y="102920"/>
                                      <a:pt x="124691" y="118754"/>
                                    </a:cubicBezTo>
                                    <a:cubicBezTo>
                                      <a:pt x="123701" y="134588"/>
                                      <a:pt x="61355" y="171204"/>
                                      <a:pt x="59376" y="190006"/>
                                    </a:cubicBezTo>
                                    <a:cubicBezTo>
                                      <a:pt x="57397" y="208808"/>
                                      <a:pt x="120732" y="214746"/>
                                      <a:pt x="112815" y="231569"/>
                                    </a:cubicBezTo>
                                    <a:cubicBezTo>
                                      <a:pt x="104898" y="248392"/>
                                      <a:pt x="20782" y="269174"/>
                                      <a:pt x="11875" y="290946"/>
                                    </a:cubicBezTo>
                                    <a:cubicBezTo>
                                      <a:pt x="2968" y="312718"/>
                                      <a:pt x="31172" y="337458"/>
                                      <a:pt x="59376" y="362198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8E08A9" id="Freeform 214" o:spid="_x0000_s1026" style="position:absolute;margin-left:336.9pt;margin-top:208pt;width:9.8pt;height:28.5pt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4709,3621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" path="m,c22266,37605,44532,75211,65314,95003v20782,19792,60367,7917,59377,23751c123701,134588,61355,171204,59376,190006v-1979,18802,61356,24740,53439,41563c104898,248392,20782,269174,11875,290946v-8907,21772,19297,46512,47501,71252e" filled="f" strokecolor="red" strokeweight="2.25pt">
                      <v:stroke joinstyle="miter"/>
                      <v:path arrowok="t" o:connecttype="custom" o:connectlocs="0,0;65314,95003;124691,118754;59376,190006;112815,231569;11875,290946;59376,362198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2784" behindDoc="0" locked="0" layoutInCell="1" allowOverlap="1">
                      <wp:simplePos x="0" y="0"/>
                      <wp:positionH relativeFrom="column">
                        <wp:posOffset>4207782</wp:posOffset>
                      </wp:positionH>
                      <wp:positionV relativeFrom="paragraph">
                        <wp:posOffset>2790313</wp:posOffset>
                      </wp:positionV>
                      <wp:extent cx="90805" cy="90805"/>
                      <wp:effectExtent l="0" t="0" r="23495" b="23495"/>
                      <wp:wrapNone/>
                      <wp:docPr id="5" name="Flowchart: Summing Junctio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45B67B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Summing Junction 5" o:spid="_x0000_s1026" type="#_x0000_t123" style="position:absolute;margin-left:331.3pt;margin-top:219.7pt;width:7.15pt;height:7.15pt;z-index:25170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UgJwIAAFI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 wp14:anchorId="20A03C7B" wp14:editId="3E3D0F0E">
                      <wp:simplePos x="0" y="0"/>
                      <wp:positionH relativeFrom="column">
                        <wp:posOffset>4215740</wp:posOffset>
                      </wp:positionH>
                      <wp:positionV relativeFrom="paragraph">
                        <wp:posOffset>2585612</wp:posOffset>
                      </wp:positionV>
                      <wp:extent cx="90805" cy="90805"/>
                      <wp:effectExtent l="11430" t="11430" r="12065" b="12065"/>
                      <wp:wrapNone/>
                      <wp:docPr id="213" name="Flowchart: Summing Junction 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5B4DD5" id="Flowchart: Summing Junction 213" o:spid="_x0000_s1026" type="#_x0000_t123" style="position:absolute;margin-left:331.95pt;margin-top:203.6pt;width:7.15pt;height:7.15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3665335</wp:posOffset>
                      </wp:positionH>
                      <wp:positionV relativeFrom="paragraph">
                        <wp:posOffset>3544298</wp:posOffset>
                      </wp:positionV>
                      <wp:extent cx="306070" cy="152400"/>
                      <wp:effectExtent l="0" t="0" r="0" b="0"/>
                      <wp:wrapNone/>
                      <wp:docPr id="198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A62EBF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1" o:spid="_x0000_s1026" type="#_x0000_t202" style="position:absolute;left:0;text-align:left;margin-left:288.6pt;margin-top:279.1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QiyoA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A62EBF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4017596</wp:posOffset>
                      </wp:positionH>
                      <wp:positionV relativeFrom="paragraph">
                        <wp:posOffset>3003630</wp:posOffset>
                      </wp:positionV>
                      <wp:extent cx="310754" cy="1142942"/>
                      <wp:effectExtent l="19050" t="19050" r="13335" b="19685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10754" cy="1142942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  <a:gd name="connsiteX0" fmla="*/ 233 w 9821"/>
                                  <a:gd name="connsiteY0" fmla="*/ 0 h 9534"/>
                                  <a:gd name="connsiteX1" fmla="*/ 156 w 9821"/>
                                  <a:gd name="connsiteY1" fmla="*/ 931 h 9534"/>
                                  <a:gd name="connsiteX2" fmla="*/ 2010 w 9821"/>
                                  <a:gd name="connsiteY2" fmla="*/ 1890 h 9534"/>
                                  <a:gd name="connsiteX3" fmla="*/ 7183 w 9821"/>
                                  <a:gd name="connsiteY3" fmla="*/ 3301 h 9534"/>
                                  <a:gd name="connsiteX4" fmla="*/ 9345 w 9821"/>
                                  <a:gd name="connsiteY4" fmla="*/ 4096 h 9534"/>
                                  <a:gd name="connsiteX5" fmla="*/ 9809 w 9821"/>
                                  <a:gd name="connsiteY5" fmla="*/ 4726 h 9534"/>
                                  <a:gd name="connsiteX6" fmla="*/ 9037 w 9821"/>
                                  <a:gd name="connsiteY6" fmla="*/ 5698 h 9534"/>
                                  <a:gd name="connsiteX7" fmla="*/ 7106 w 9821"/>
                                  <a:gd name="connsiteY7" fmla="*/ 7246 h 9534"/>
                                  <a:gd name="connsiteX8" fmla="*/ 4635 w 9821"/>
                                  <a:gd name="connsiteY8" fmla="*/ 8397 h 9534"/>
                                  <a:gd name="connsiteX9" fmla="*/ 3708 w 9821"/>
                                  <a:gd name="connsiteY9" fmla="*/ 9109 h 9534"/>
                                  <a:gd name="connsiteX10" fmla="*/ 3631 w 9821"/>
                                  <a:gd name="connsiteY10" fmla="*/ 9534 h 9534"/>
                                  <a:gd name="connsiteX0" fmla="*/ 0 w 9841"/>
                                  <a:gd name="connsiteY0" fmla="*/ 0 h 9023"/>
                                  <a:gd name="connsiteX1" fmla="*/ 1888 w 9841"/>
                                  <a:gd name="connsiteY1" fmla="*/ 1005 h 9023"/>
                                  <a:gd name="connsiteX2" fmla="*/ 7155 w 9841"/>
                                  <a:gd name="connsiteY2" fmla="*/ 2485 h 9023"/>
                                  <a:gd name="connsiteX3" fmla="*/ 9356 w 9841"/>
                                  <a:gd name="connsiteY3" fmla="*/ 3319 h 9023"/>
                                  <a:gd name="connsiteX4" fmla="*/ 9829 w 9841"/>
                                  <a:gd name="connsiteY4" fmla="*/ 3980 h 9023"/>
                                  <a:gd name="connsiteX5" fmla="*/ 9043 w 9841"/>
                                  <a:gd name="connsiteY5" fmla="*/ 5000 h 9023"/>
                                  <a:gd name="connsiteX6" fmla="*/ 7077 w 9841"/>
                                  <a:gd name="connsiteY6" fmla="*/ 6623 h 9023"/>
                                  <a:gd name="connsiteX7" fmla="*/ 4560 w 9841"/>
                                  <a:gd name="connsiteY7" fmla="*/ 7830 h 9023"/>
                                  <a:gd name="connsiteX8" fmla="*/ 3617 w 9841"/>
                                  <a:gd name="connsiteY8" fmla="*/ 8577 h 9023"/>
                                  <a:gd name="connsiteX9" fmla="*/ 3538 w 9841"/>
                                  <a:gd name="connsiteY9" fmla="*/ 9023 h 9023"/>
                                  <a:gd name="connsiteX0" fmla="*/ 0 w 8081"/>
                                  <a:gd name="connsiteY0" fmla="*/ 0 h 8886"/>
                                  <a:gd name="connsiteX1" fmla="*/ 5352 w 8081"/>
                                  <a:gd name="connsiteY1" fmla="*/ 1640 h 8886"/>
                                  <a:gd name="connsiteX2" fmla="*/ 7588 w 8081"/>
                                  <a:gd name="connsiteY2" fmla="*/ 2564 h 8886"/>
                                  <a:gd name="connsiteX3" fmla="*/ 8069 w 8081"/>
                                  <a:gd name="connsiteY3" fmla="*/ 3297 h 8886"/>
                                  <a:gd name="connsiteX4" fmla="*/ 7270 w 8081"/>
                                  <a:gd name="connsiteY4" fmla="*/ 4427 h 8886"/>
                                  <a:gd name="connsiteX5" fmla="*/ 5272 w 8081"/>
                                  <a:gd name="connsiteY5" fmla="*/ 6226 h 8886"/>
                                  <a:gd name="connsiteX6" fmla="*/ 2715 w 8081"/>
                                  <a:gd name="connsiteY6" fmla="*/ 7564 h 8886"/>
                                  <a:gd name="connsiteX7" fmla="*/ 1756 w 8081"/>
                                  <a:gd name="connsiteY7" fmla="*/ 8392 h 8886"/>
                                  <a:gd name="connsiteX8" fmla="*/ 1676 w 8081"/>
                                  <a:gd name="connsiteY8" fmla="*/ 8886 h 8886"/>
                                  <a:gd name="connsiteX0" fmla="*/ 4603 w 7981"/>
                                  <a:gd name="connsiteY0" fmla="*/ 0 h 8154"/>
                                  <a:gd name="connsiteX1" fmla="*/ 7370 w 7981"/>
                                  <a:gd name="connsiteY1" fmla="*/ 1039 h 8154"/>
                                  <a:gd name="connsiteX2" fmla="*/ 7965 w 7981"/>
                                  <a:gd name="connsiteY2" fmla="*/ 1864 h 8154"/>
                                  <a:gd name="connsiteX3" fmla="*/ 6976 w 7981"/>
                                  <a:gd name="connsiteY3" fmla="*/ 3136 h 8154"/>
                                  <a:gd name="connsiteX4" fmla="*/ 4504 w 7981"/>
                                  <a:gd name="connsiteY4" fmla="*/ 5161 h 8154"/>
                                  <a:gd name="connsiteX5" fmla="*/ 1340 w 7981"/>
                                  <a:gd name="connsiteY5" fmla="*/ 6666 h 8154"/>
                                  <a:gd name="connsiteX6" fmla="*/ 153 w 7981"/>
                                  <a:gd name="connsiteY6" fmla="*/ 7598 h 8154"/>
                                  <a:gd name="connsiteX7" fmla="*/ 54 w 7981"/>
                                  <a:gd name="connsiteY7" fmla="*/ 8154 h 8154"/>
                                  <a:gd name="connsiteX0" fmla="*/ 9233 w 9999"/>
                                  <a:gd name="connsiteY0" fmla="*/ 0 h 8726"/>
                                  <a:gd name="connsiteX1" fmla="*/ 9979 w 9999"/>
                                  <a:gd name="connsiteY1" fmla="*/ 1012 h 8726"/>
                                  <a:gd name="connsiteX2" fmla="*/ 8740 w 9999"/>
                                  <a:gd name="connsiteY2" fmla="*/ 2572 h 8726"/>
                                  <a:gd name="connsiteX3" fmla="*/ 5642 w 9999"/>
                                  <a:gd name="connsiteY3" fmla="*/ 5055 h 8726"/>
                                  <a:gd name="connsiteX4" fmla="*/ 1678 w 9999"/>
                                  <a:gd name="connsiteY4" fmla="*/ 6901 h 8726"/>
                                  <a:gd name="connsiteX5" fmla="*/ 191 w 9999"/>
                                  <a:gd name="connsiteY5" fmla="*/ 8044 h 8726"/>
                                  <a:gd name="connsiteX6" fmla="*/ 67 w 9999"/>
                                  <a:gd name="connsiteY6" fmla="*/ 8726 h 8726"/>
                                  <a:gd name="connsiteX0" fmla="*/ 9980 w 9980"/>
                                  <a:gd name="connsiteY0" fmla="*/ 0 h 8840"/>
                                  <a:gd name="connsiteX1" fmla="*/ 8741 w 9980"/>
                                  <a:gd name="connsiteY1" fmla="*/ 1788 h 8840"/>
                                  <a:gd name="connsiteX2" fmla="*/ 5643 w 9980"/>
                                  <a:gd name="connsiteY2" fmla="*/ 4633 h 8840"/>
                                  <a:gd name="connsiteX3" fmla="*/ 1678 w 9980"/>
                                  <a:gd name="connsiteY3" fmla="*/ 6749 h 8840"/>
                                  <a:gd name="connsiteX4" fmla="*/ 191 w 9980"/>
                                  <a:gd name="connsiteY4" fmla="*/ 8058 h 8840"/>
                                  <a:gd name="connsiteX5" fmla="*/ 67 w 9980"/>
                                  <a:gd name="connsiteY5" fmla="*/ 8840 h 8840"/>
                                  <a:gd name="connsiteX0" fmla="*/ 8759 w 8759"/>
                                  <a:gd name="connsiteY0" fmla="*/ 0 h 7977"/>
                                  <a:gd name="connsiteX1" fmla="*/ 5654 w 8759"/>
                                  <a:gd name="connsiteY1" fmla="*/ 3218 h 7977"/>
                                  <a:gd name="connsiteX2" fmla="*/ 1681 w 8759"/>
                                  <a:gd name="connsiteY2" fmla="*/ 5612 h 7977"/>
                                  <a:gd name="connsiteX3" fmla="*/ 191 w 8759"/>
                                  <a:gd name="connsiteY3" fmla="*/ 7092 h 7977"/>
                                  <a:gd name="connsiteX4" fmla="*/ 67 w 8759"/>
                                  <a:gd name="connsiteY4" fmla="*/ 7977 h 7977"/>
                                  <a:gd name="connsiteX0" fmla="*/ 8674 w 8674"/>
                                  <a:gd name="connsiteY0" fmla="*/ 0 h 8037"/>
                                  <a:gd name="connsiteX1" fmla="*/ 6455 w 8674"/>
                                  <a:gd name="connsiteY1" fmla="*/ 2071 h 8037"/>
                                  <a:gd name="connsiteX2" fmla="*/ 1919 w 8674"/>
                                  <a:gd name="connsiteY2" fmla="*/ 5072 h 8037"/>
                                  <a:gd name="connsiteX3" fmla="*/ 218 w 8674"/>
                                  <a:gd name="connsiteY3" fmla="*/ 6928 h 8037"/>
                                  <a:gd name="connsiteX4" fmla="*/ 76 w 8674"/>
                                  <a:gd name="connsiteY4" fmla="*/ 8037 h 80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674" h="8037">
                                    <a:moveTo>
                                      <a:pt x="8674" y="0"/>
                                    </a:moveTo>
                                    <a:cubicBezTo>
                                      <a:pt x="7841" y="1093"/>
                                      <a:pt x="7581" y="1226"/>
                                      <a:pt x="6455" y="2071"/>
                                    </a:cubicBezTo>
                                    <a:cubicBezTo>
                                      <a:pt x="5329" y="2916"/>
                                      <a:pt x="2964" y="4264"/>
                                      <a:pt x="1919" y="5072"/>
                                    </a:cubicBezTo>
                                    <a:cubicBezTo>
                                      <a:pt x="873" y="5882"/>
                                      <a:pt x="519" y="6434"/>
                                      <a:pt x="218" y="6928"/>
                                    </a:cubicBezTo>
                                    <a:cubicBezTo>
                                      <a:pt x="-81" y="7424"/>
                                      <a:pt x="-13" y="7730"/>
                                      <a:pt x="76" y="8037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FF104" id="Freeform 323" o:spid="_x0000_s1026" style="position:absolute;margin-left:316.35pt;margin-top:236.5pt;width:24.45pt;height:90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74,8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" path="m8674,c7841,1093,7581,1226,6455,2071,5329,2916,2964,4264,1919,5072,873,5882,519,6434,218,6928,-81,7424,-13,7730,76,8037e" filled="f" strokecolor="red" strokeweight="2.25pt">
                      <v:path arrowok="t" o:connecttype="custom" o:connectlocs="310754,0;231256,294517;68750,721289;7810,985231;2723,1142942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25545CB0" wp14:editId="30748542">
                      <wp:simplePos x="0" y="0"/>
                      <wp:positionH relativeFrom="column">
                        <wp:posOffset>4405746</wp:posOffset>
                      </wp:positionH>
                      <wp:positionV relativeFrom="paragraph">
                        <wp:posOffset>1190707</wp:posOffset>
                      </wp:positionV>
                      <wp:extent cx="305869" cy="152633"/>
                      <wp:effectExtent l="0" t="0" r="0" b="0"/>
                      <wp:wrapNone/>
                      <wp:docPr id="212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A62EBF" w:rsidRPr="00B16047" w:rsidRDefault="00A62EBF" w:rsidP="00A62E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5545CB0" id="Text Box 350" o:spid="_x0000_s1027" type="#_x0000_t202" style="position:absolute;left:0;text-align:left;margin-left:346.9pt;margin-top:93.75pt;width:24.1pt;height:12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A62EBF" w:rsidRPr="00B16047" w:rsidRDefault="00A62EBF" w:rsidP="00A62EB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5608889</wp:posOffset>
                      </wp:positionH>
                      <wp:positionV relativeFrom="paragraph">
                        <wp:posOffset>1560690</wp:posOffset>
                      </wp:positionV>
                      <wp:extent cx="5938" cy="920337"/>
                      <wp:effectExtent l="38100" t="0" r="32385" b="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38" cy="920337"/>
                              </a:xfrm>
                              <a:custGeom>
                                <a:avLst/>
                                <a:gdLst>
                                  <a:gd name="connsiteX0" fmla="*/ 5938 w 5938"/>
                                  <a:gd name="connsiteY0" fmla="*/ 0 h 920337"/>
                                  <a:gd name="connsiteX1" fmla="*/ 0 w 5938"/>
                                  <a:gd name="connsiteY1" fmla="*/ 920337 h 9203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5938" h="920337">
                                    <a:moveTo>
                                      <a:pt x="5938" y="0"/>
                                    </a:moveTo>
                                    <a:cubicBezTo>
                                      <a:pt x="3959" y="306779"/>
                                      <a:pt x="1979" y="613558"/>
                                      <a:pt x="0" y="920337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883344" id="Freeform 211" o:spid="_x0000_s1026" style="position:absolute;margin-left:441.65pt;margin-top:122.9pt;width:.45pt;height:72.45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938,920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" path="m5938,c3959,306779,1979,613558,,920337e" filled="f" strokecolor="red" strokeweight="6pt">
                      <v:stroke joinstyle="miter"/>
                      <v:path arrowok="t" o:connecttype="custom" o:connectlocs="5938,0;0,920337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1571015</wp:posOffset>
                      </wp:positionH>
                      <wp:positionV relativeFrom="paragraph">
                        <wp:posOffset>734951</wp:posOffset>
                      </wp:positionV>
                      <wp:extent cx="305935" cy="152327"/>
                      <wp:effectExtent l="0" t="0" r="0" b="635"/>
                      <wp:wrapNone/>
                      <wp:docPr id="196" name="Text Box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935" cy="1523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A62EBF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2" o:spid="_x0000_s1028" type="#_x0000_t202" style="position:absolute;left:0;text-align:left;margin-left:123.7pt;margin-top:57.85pt;width:24.1pt;height:12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A62EBF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1826598</wp:posOffset>
                      </wp:positionH>
                      <wp:positionV relativeFrom="paragraph">
                        <wp:posOffset>2730409</wp:posOffset>
                      </wp:positionV>
                      <wp:extent cx="516577" cy="77190"/>
                      <wp:effectExtent l="0" t="0" r="36195" b="37465"/>
                      <wp:wrapNone/>
                      <wp:docPr id="210" name="Straight Connector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6577" cy="771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7E2C4BA" id="Straight Connector 210" o:spid="_x0000_s1026" style="position:absolute;flip:y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5pt,215pt" to="184.55pt,2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2376715</wp:posOffset>
                      </wp:positionH>
                      <wp:positionV relativeFrom="paragraph">
                        <wp:posOffset>2659817</wp:posOffset>
                      </wp:positionV>
                      <wp:extent cx="306070" cy="152400"/>
                      <wp:effectExtent l="0" t="0" r="0" b="0"/>
                      <wp:wrapNone/>
                      <wp:docPr id="199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A62EBF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" o:spid="_x0000_s1029" type="#_x0000_t202" style="position:absolute;left:0;text-align:left;margin-left:187.15pt;margin-top:209.4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cMioQIAAFQ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A62EBF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491508</wp:posOffset>
                      </wp:positionH>
                      <wp:positionV relativeFrom="paragraph">
                        <wp:posOffset>2498840</wp:posOffset>
                      </wp:positionV>
                      <wp:extent cx="140721" cy="1849755"/>
                      <wp:effectExtent l="19050" t="0" r="12065" b="17145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0721" cy="1849755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  <a:gd name="connsiteX0" fmla="*/ 0 w 9610"/>
                                  <a:gd name="connsiteY0" fmla="*/ 0 h 8971"/>
                                  <a:gd name="connsiteX1" fmla="*/ 4225 w 9610"/>
                                  <a:gd name="connsiteY1" fmla="*/ 1802 h 8971"/>
                                  <a:gd name="connsiteX2" fmla="*/ 9296 w 9610"/>
                                  <a:gd name="connsiteY2" fmla="*/ 5000 h 8971"/>
                                  <a:gd name="connsiteX3" fmla="*/ 8451 w 9610"/>
                                  <a:gd name="connsiteY3" fmla="*/ 7427 h 8971"/>
                                  <a:gd name="connsiteX4" fmla="*/ 3380 w 9610"/>
                                  <a:gd name="connsiteY4" fmla="*/ 8971 h 8971"/>
                                  <a:gd name="connsiteX0" fmla="*/ 0 w 11572"/>
                                  <a:gd name="connsiteY0" fmla="*/ 0 h 9951"/>
                                  <a:gd name="connsiteX1" fmla="*/ 5968 w 11572"/>
                                  <a:gd name="connsiteY1" fmla="*/ 1960 h 9951"/>
                                  <a:gd name="connsiteX2" fmla="*/ 11245 w 11572"/>
                                  <a:gd name="connsiteY2" fmla="*/ 5525 h 9951"/>
                                  <a:gd name="connsiteX3" fmla="*/ 10366 w 11572"/>
                                  <a:gd name="connsiteY3" fmla="*/ 8230 h 9951"/>
                                  <a:gd name="connsiteX4" fmla="*/ 5089 w 11572"/>
                                  <a:gd name="connsiteY4" fmla="*/ 9951 h 9951"/>
                                  <a:gd name="connsiteX0" fmla="*/ 0 w 10201"/>
                                  <a:gd name="connsiteY0" fmla="*/ 0 h 10000"/>
                                  <a:gd name="connsiteX1" fmla="*/ 2433 w 10201"/>
                                  <a:gd name="connsiteY1" fmla="*/ 1970 h 10000"/>
                                  <a:gd name="connsiteX2" fmla="*/ 9717 w 10201"/>
                                  <a:gd name="connsiteY2" fmla="*/ 5552 h 10000"/>
                                  <a:gd name="connsiteX3" fmla="*/ 8958 w 10201"/>
                                  <a:gd name="connsiteY3" fmla="*/ 8271 h 10000"/>
                                  <a:gd name="connsiteX4" fmla="*/ 4398 w 10201"/>
                                  <a:gd name="connsiteY4" fmla="*/ 10000 h 10000"/>
                                  <a:gd name="connsiteX0" fmla="*/ 0 w 10201"/>
                                  <a:gd name="connsiteY0" fmla="*/ 0 h 10000"/>
                                  <a:gd name="connsiteX1" fmla="*/ 2433 w 10201"/>
                                  <a:gd name="connsiteY1" fmla="*/ 1970 h 10000"/>
                                  <a:gd name="connsiteX2" fmla="*/ 9717 w 10201"/>
                                  <a:gd name="connsiteY2" fmla="*/ 5552 h 10000"/>
                                  <a:gd name="connsiteX3" fmla="*/ 8958 w 10201"/>
                                  <a:gd name="connsiteY3" fmla="*/ 8271 h 10000"/>
                                  <a:gd name="connsiteX4" fmla="*/ 4398 w 10201"/>
                                  <a:gd name="connsiteY4" fmla="*/ 10000 h 10000"/>
                                  <a:gd name="connsiteX0" fmla="*/ 0 w 10158"/>
                                  <a:gd name="connsiteY0" fmla="*/ 0 h 10000"/>
                                  <a:gd name="connsiteX1" fmla="*/ 2433 w 10158"/>
                                  <a:gd name="connsiteY1" fmla="*/ 1970 h 10000"/>
                                  <a:gd name="connsiteX2" fmla="*/ 9544 w 10158"/>
                                  <a:gd name="connsiteY2" fmla="*/ 3524 h 10000"/>
                                  <a:gd name="connsiteX3" fmla="*/ 9717 w 10158"/>
                                  <a:gd name="connsiteY3" fmla="*/ 5552 h 10000"/>
                                  <a:gd name="connsiteX4" fmla="*/ 8958 w 10158"/>
                                  <a:gd name="connsiteY4" fmla="*/ 8271 h 10000"/>
                                  <a:gd name="connsiteX5" fmla="*/ 4398 w 10158"/>
                                  <a:gd name="connsiteY5" fmla="*/ 10000 h 10000"/>
                                  <a:gd name="connsiteX0" fmla="*/ 0 w 9977"/>
                                  <a:gd name="connsiteY0" fmla="*/ 0 h 10000"/>
                                  <a:gd name="connsiteX1" fmla="*/ 2433 w 9977"/>
                                  <a:gd name="connsiteY1" fmla="*/ 1970 h 10000"/>
                                  <a:gd name="connsiteX2" fmla="*/ 9544 w 9977"/>
                                  <a:gd name="connsiteY2" fmla="*/ 3524 h 10000"/>
                                  <a:gd name="connsiteX3" fmla="*/ 5465 w 9977"/>
                                  <a:gd name="connsiteY3" fmla="*/ 4650 h 10000"/>
                                  <a:gd name="connsiteX4" fmla="*/ 9717 w 9977"/>
                                  <a:gd name="connsiteY4" fmla="*/ 5552 h 10000"/>
                                  <a:gd name="connsiteX5" fmla="*/ 8958 w 9977"/>
                                  <a:gd name="connsiteY5" fmla="*/ 8271 h 10000"/>
                                  <a:gd name="connsiteX6" fmla="*/ 4398 w 9977"/>
                                  <a:gd name="connsiteY6" fmla="*/ 10000 h 10000"/>
                                  <a:gd name="connsiteX0" fmla="*/ 0 w 13451"/>
                                  <a:gd name="connsiteY0" fmla="*/ 0 h 10000"/>
                                  <a:gd name="connsiteX1" fmla="*/ 2439 w 13451"/>
                                  <a:gd name="connsiteY1" fmla="*/ 1970 h 10000"/>
                                  <a:gd name="connsiteX2" fmla="*/ 9566 w 13451"/>
                                  <a:gd name="connsiteY2" fmla="*/ 3524 h 10000"/>
                                  <a:gd name="connsiteX3" fmla="*/ 5478 w 13451"/>
                                  <a:gd name="connsiteY3" fmla="*/ 4650 h 10000"/>
                                  <a:gd name="connsiteX4" fmla="*/ 13395 w 13451"/>
                                  <a:gd name="connsiteY4" fmla="*/ 5503 h 10000"/>
                                  <a:gd name="connsiteX5" fmla="*/ 8979 w 13451"/>
                                  <a:gd name="connsiteY5" fmla="*/ 8271 h 10000"/>
                                  <a:gd name="connsiteX6" fmla="*/ 4408 w 13451"/>
                                  <a:gd name="connsiteY6" fmla="*/ 10000 h 10000"/>
                                  <a:gd name="connsiteX0" fmla="*/ 813 w 14264"/>
                                  <a:gd name="connsiteY0" fmla="*/ 0 h 10000"/>
                                  <a:gd name="connsiteX1" fmla="*/ 3252 w 14264"/>
                                  <a:gd name="connsiteY1" fmla="*/ 1970 h 10000"/>
                                  <a:gd name="connsiteX2" fmla="*/ 214 w 14264"/>
                                  <a:gd name="connsiteY2" fmla="*/ 2857 h 10000"/>
                                  <a:gd name="connsiteX3" fmla="*/ 10379 w 14264"/>
                                  <a:gd name="connsiteY3" fmla="*/ 3524 h 10000"/>
                                  <a:gd name="connsiteX4" fmla="*/ 6291 w 14264"/>
                                  <a:gd name="connsiteY4" fmla="*/ 4650 h 10000"/>
                                  <a:gd name="connsiteX5" fmla="*/ 14208 w 14264"/>
                                  <a:gd name="connsiteY5" fmla="*/ 5503 h 10000"/>
                                  <a:gd name="connsiteX6" fmla="*/ 9792 w 14264"/>
                                  <a:gd name="connsiteY6" fmla="*/ 8271 h 10000"/>
                                  <a:gd name="connsiteX7" fmla="*/ 5221 w 14264"/>
                                  <a:gd name="connsiteY7" fmla="*/ 10000 h 10000"/>
                                  <a:gd name="connsiteX0" fmla="*/ 724 w 14175"/>
                                  <a:gd name="connsiteY0" fmla="*/ 0 h 10000"/>
                                  <a:gd name="connsiteX1" fmla="*/ 6752 w 14175"/>
                                  <a:gd name="connsiteY1" fmla="*/ 2098 h 10000"/>
                                  <a:gd name="connsiteX2" fmla="*/ 125 w 14175"/>
                                  <a:gd name="connsiteY2" fmla="*/ 2857 h 10000"/>
                                  <a:gd name="connsiteX3" fmla="*/ 10290 w 14175"/>
                                  <a:gd name="connsiteY3" fmla="*/ 3524 h 10000"/>
                                  <a:gd name="connsiteX4" fmla="*/ 6202 w 14175"/>
                                  <a:gd name="connsiteY4" fmla="*/ 4650 h 10000"/>
                                  <a:gd name="connsiteX5" fmla="*/ 14119 w 14175"/>
                                  <a:gd name="connsiteY5" fmla="*/ 5503 h 10000"/>
                                  <a:gd name="connsiteX6" fmla="*/ 9703 w 14175"/>
                                  <a:gd name="connsiteY6" fmla="*/ 8271 h 10000"/>
                                  <a:gd name="connsiteX7" fmla="*/ 5132 w 14175"/>
                                  <a:gd name="connsiteY7" fmla="*/ 10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4175" h="10000">
                                    <a:moveTo>
                                      <a:pt x="724" y="0"/>
                                    </a:moveTo>
                                    <a:cubicBezTo>
                                      <a:pt x="724" y="529"/>
                                      <a:pt x="6852" y="1622"/>
                                      <a:pt x="6752" y="2098"/>
                                    </a:cubicBezTo>
                                    <a:cubicBezTo>
                                      <a:pt x="6652" y="2574"/>
                                      <a:pt x="-1063" y="2598"/>
                                      <a:pt x="125" y="2857"/>
                                    </a:cubicBezTo>
                                    <a:cubicBezTo>
                                      <a:pt x="1313" y="3116"/>
                                      <a:pt x="10475" y="3198"/>
                                      <a:pt x="10290" y="3524"/>
                                    </a:cubicBezTo>
                                    <a:cubicBezTo>
                                      <a:pt x="10105" y="3850"/>
                                      <a:pt x="6173" y="4312"/>
                                      <a:pt x="6202" y="4650"/>
                                    </a:cubicBezTo>
                                    <a:cubicBezTo>
                                      <a:pt x="6231" y="4988"/>
                                      <a:pt x="13536" y="4899"/>
                                      <a:pt x="14119" y="5503"/>
                                    </a:cubicBezTo>
                                    <a:cubicBezTo>
                                      <a:pt x="14703" y="6107"/>
                                      <a:pt x="10591" y="7529"/>
                                      <a:pt x="9703" y="8271"/>
                                    </a:cubicBezTo>
                                    <a:cubicBezTo>
                                      <a:pt x="8814" y="9012"/>
                                      <a:pt x="6973" y="9506"/>
                                      <a:pt x="5132" y="1000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673497" id="Freeform 322" o:spid="_x0000_s1026" style="position:absolute;margin-left:38.7pt;margin-top:196.75pt;width:11.1pt;height:145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175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" path="m724,v,529,6128,1622,6028,2098c6652,2574,-1063,2598,125,2857v1188,259,10350,341,10165,667c10105,3850,6173,4312,6202,4650v29,338,7334,249,7917,853c14703,6107,10591,7529,9703,8271,8814,9012,6973,9506,5132,10000e" filled="f" strokecolor="red" strokeweight="2.25pt">
                      <v:path arrowok="t" o:connecttype="custom" o:connectlocs="7187,0;67030,388079;1241,528475;102153,651854;61570,860136;140165,1017920;96326,1529932;50947,1849755" o:connectangles="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2B778115" wp14:editId="229FD906">
                      <wp:simplePos x="0" y="0"/>
                      <wp:positionH relativeFrom="column">
                        <wp:posOffset>1995055</wp:posOffset>
                      </wp:positionH>
                      <wp:positionV relativeFrom="paragraph">
                        <wp:posOffset>3237296</wp:posOffset>
                      </wp:positionV>
                      <wp:extent cx="90805" cy="90805"/>
                      <wp:effectExtent l="0" t="0" r="23495" b="23495"/>
                      <wp:wrapNone/>
                      <wp:docPr id="209" name="Flowchart: Summing Junction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CF476D" id="Flowchart: Summing Junction 209" o:spid="_x0000_s1026" type="#_x0000_t123" style="position:absolute;margin-left:157.1pt;margin-top:254.9pt;width:7.15pt;height:7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1860166</wp:posOffset>
                      </wp:positionH>
                      <wp:positionV relativeFrom="paragraph">
                        <wp:posOffset>2950279</wp:posOffset>
                      </wp:positionV>
                      <wp:extent cx="86008" cy="27161"/>
                      <wp:effectExtent l="0" t="0" r="28575" b="11430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6008" cy="27161"/>
                              </a:xfrm>
                              <a:custGeom>
                                <a:avLst/>
                                <a:gdLst>
                                  <a:gd name="connsiteX0" fmla="*/ 0 w 86008"/>
                                  <a:gd name="connsiteY0" fmla="*/ 0 h 27161"/>
                                  <a:gd name="connsiteX1" fmla="*/ 86008 w 86008"/>
                                  <a:gd name="connsiteY1" fmla="*/ 27161 h 271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86008" h="27161">
                                    <a:moveTo>
                                      <a:pt x="0" y="0"/>
                                    </a:moveTo>
                                    <a:lnTo>
                                      <a:pt x="86008" y="27161"/>
                                    </a:ln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1E1112" id="Freeform 208" o:spid="_x0000_s1026" style="position:absolute;margin-left:146.45pt;margin-top:232.3pt;width:6.75pt;height:2.15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6008,27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" path="m,l86008,27161e" filled="f" strokecolor="red" strokeweight="1pt">
                      <v:stroke joinstyle="miter"/>
                      <v:path arrowok="t" o:connecttype="custom" o:connectlocs="0,0;86008,27161" o:connectangles="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1801319</wp:posOffset>
                      </wp:positionH>
                      <wp:positionV relativeFrom="paragraph">
                        <wp:posOffset>2538346</wp:posOffset>
                      </wp:positionV>
                      <wp:extent cx="543208" cy="1525509"/>
                      <wp:effectExtent l="19050" t="19050" r="28575" b="17780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3208" cy="1525509"/>
                              </a:xfrm>
                              <a:custGeom>
                                <a:avLst/>
                                <a:gdLst>
                                  <a:gd name="connsiteX0" fmla="*/ 0 w 543208"/>
                                  <a:gd name="connsiteY0" fmla="*/ 0 h 1525509"/>
                                  <a:gd name="connsiteX1" fmla="*/ 22634 w 543208"/>
                                  <a:gd name="connsiteY1" fmla="*/ 45268 h 1525509"/>
                                  <a:gd name="connsiteX2" fmla="*/ 126748 w 543208"/>
                                  <a:gd name="connsiteY2" fmla="*/ 95062 h 1525509"/>
                                  <a:gd name="connsiteX3" fmla="*/ 72428 w 543208"/>
                                  <a:gd name="connsiteY3" fmla="*/ 208230 h 1525509"/>
                                  <a:gd name="connsiteX4" fmla="*/ 217283 w 543208"/>
                                  <a:gd name="connsiteY4" fmla="*/ 285185 h 1525509"/>
                                  <a:gd name="connsiteX5" fmla="*/ 140329 w 543208"/>
                                  <a:gd name="connsiteY5" fmla="*/ 434567 h 1525509"/>
                                  <a:gd name="connsiteX6" fmla="*/ 330451 w 543208"/>
                                  <a:gd name="connsiteY6" fmla="*/ 579422 h 1525509"/>
                                  <a:gd name="connsiteX7" fmla="*/ 235390 w 543208"/>
                                  <a:gd name="connsiteY7" fmla="*/ 769545 h 1525509"/>
                                  <a:gd name="connsiteX8" fmla="*/ 402879 w 543208"/>
                                  <a:gd name="connsiteY8" fmla="*/ 896294 h 1525509"/>
                                  <a:gd name="connsiteX9" fmla="*/ 339505 w 543208"/>
                                  <a:gd name="connsiteY9" fmla="*/ 986828 h 1525509"/>
                                  <a:gd name="connsiteX10" fmla="*/ 475307 w 543208"/>
                                  <a:gd name="connsiteY10" fmla="*/ 1090943 h 1525509"/>
                                  <a:gd name="connsiteX11" fmla="*/ 384772 w 543208"/>
                                  <a:gd name="connsiteY11" fmla="*/ 1190531 h 1525509"/>
                                  <a:gd name="connsiteX12" fmla="*/ 502467 w 543208"/>
                                  <a:gd name="connsiteY12" fmla="*/ 1308226 h 1525509"/>
                                  <a:gd name="connsiteX13" fmla="*/ 416459 w 543208"/>
                                  <a:gd name="connsiteY13" fmla="*/ 1439501 h 1525509"/>
                                  <a:gd name="connsiteX14" fmla="*/ 543208 w 543208"/>
                                  <a:gd name="connsiteY14" fmla="*/ 1525509 h 15255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543208" h="1525509">
                                    <a:moveTo>
                                      <a:pt x="0" y="0"/>
                                    </a:moveTo>
                                    <a:cubicBezTo>
                                      <a:pt x="754" y="14712"/>
                                      <a:pt x="1509" y="29424"/>
                                      <a:pt x="22634" y="45268"/>
                                    </a:cubicBezTo>
                                    <a:cubicBezTo>
                                      <a:pt x="43759" y="61112"/>
                                      <a:pt x="118449" y="67902"/>
                                      <a:pt x="126748" y="95062"/>
                                    </a:cubicBezTo>
                                    <a:cubicBezTo>
                                      <a:pt x="135047" y="122222"/>
                                      <a:pt x="57339" y="176543"/>
                                      <a:pt x="72428" y="208230"/>
                                    </a:cubicBezTo>
                                    <a:cubicBezTo>
                                      <a:pt x="87517" y="239917"/>
                                      <a:pt x="205966" y="247462"/>
                                      <a:pt x="217283" y="285185"/>
                                    </a:cubicBezTo>
                                    <a:cubicBezTo>
                                      <a:pt x="228600" y="322908"/>
                                      <a:pt x="121468" y="385528"/>
                                      <a:pt x="140329" y="434567"/>
                                    </a:cubicBezTo>
                                    <a:cubicBezTo>
                                      <a:pt x="159190" y="483606"/>
                                      <a:pt x="314608" y="523592"/>
                                      <a:pt x="330451" y="579422"/>
                                    </a:cubicBezTo>
                                    <a:cubicBezTo>
                                      <a:pt x="346295" y="635252"/>
                                      <a:pt x="223319" y="716733"/>
                                      <a:pt x="235390" y="769545"/>
                                    </a:cubicBezTo>
                                    <a:cubicBezTo>
                                      <a:pt x="247461" y="822357"/>
                                      <a:pt x="385527" y="860080"/>
                                      <a:pt x="402879" y="896294"/>
                                    </a:cubicBezTo>
                                    <a:cubicBezTo>
                                      <a:pt x="420231" y="932508"/>
                                      <a:pt x="327434" y="954387"/>
                                      <a:pt x="339505" y="986828"/>
                                    </a:cubicBezTo>
                                    <a:cubicBezTo>
                                      <a:pt x="351576" y="1019269"/>
                                      <a:pt x="467763" y="1056993"/>
                                      <a:pt x="475307" y="1090943"/>
                                    </a:cubicBezTo>
                                    <a:cubicBezTo>
                                      <a:pt x="482851" y="1124893"/>
                                      <a:pt x="380245" y="1154317"/>
                                      <a:pt x="384772" y="1190531"/>
                                    </a:cubicBezTo>
                                    <a:cubicBezTo>
                                      <a:pt x="389299" y="1226745"/>
                                      <a:pt x="497186" y="1266731"/>
                                      <a:pt x="502467" y="1308226"/>
                                    </a:cubicBezTo>
                                    <a:cubicBezTo>
                                      <a:pt x="507748" y="1349721"/>
                                      <a:pt x="409669" y="1403287"/>
                                      <a:pt x="416459" y="1439501"/>
                                    </a:cubicBezTo>
                                    <a:cubicBezTo>
                                      <a:pt x="423249" y="1475715"/>
                                      <a:pt x="483228" y="1500612"/>
                                      <a:pt x="543208" y="1525509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BD94A" id="Freeform 207" o:spid="_x0000_s1026" style="position:absolute;margin-left:141.85pt;margin-top:199.85pt;width:42.75pt;height:120.1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208,15255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" path="m,c754,14712,1509,29424,22634,45268v21125,15844,95815,22634,104114,49794c135047,122222,57339,176543,72428,208230v15089,31687,133538,39232,144855,76955c228600,322908,121468,385528,140329,434567v18861,49039,174279,89025,190122,144855c346295,635252,223319,716733,235390,769545v12071,52812,150137,90535,167489,126749c420231,932508,327434,954387,339505,986828v12071,32441,128258,70165,135802,104115c482851,1124893,380245,1154317,384772,1190531v4527,36214,112414,76200,117695,117695c507748,1349721,409669,1403287,416459,1439501v6790,36214,66769,61111,126749,86008e" filled="f" strokecolor="red" strokeweight="2.25pt">
                      <v:stroke joinstyle="miter"/>
                      <v:path arrowok="t" o:connecttype="custom" o:connectlocs="0,0;22634,45268;126748,95062;72428,208230;217283,285185;140329,434567;330451,579422;235390,769545;402879,896294;339505,986828;475307,1090943;384772,1190531;502467,1308226;416459,1439501;543208,1525509" o:connectangles="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1765105</wp:posOffset>
                      </wp:positionH>
                      <wp:positionV relativeFrom="paragraph">
                        <wp:posOffset>2624354</wp:posOffset>
                      </wp:positionV>
                      <wp:extent cx="90535" cy="321398"/>
                      <wp:effectExtent l="19050" t="19050" r="24130" b="21590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535" cy="321398"/>
                              </a:xfrm>
                              <a:custGeom>
                                <a:avLst/>
                                <a:gdLst>
                                  <a:gd name="connsiteX0" fmla="*/ 0 w 90535"/>
                                  <a:gd name="connsiteY0" fmla="*/ 0 h 321398"/>
                                  <a:gd name="connsiteX1" fmla="*/ 90535 w 90535"/>
                                  <a:gd name="connsiteY1" fmla="*/ 321398 h 3213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90535" h="321398">
                                    <a:moveTo>
                                      <a:pt x="0" y="0"/>
                                    </a:moveTo>
                                    <a:lnTo>
                                      <a:pt x="90535" y="321398"/>
                                    </a:ln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A99918" id="Freeform 206" o:spid="_x0000_s1026" style="position:absolute;margin-left:139pt;margin-top:206.65pt;width:7.15pt;height:25.3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0535,32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" path="m,l90535,321398e" filled="f" strokecolor="red" strokeweight="2.25pt">
                      <v:stroke joinstyle="miter"/>
                      <v:path arrowok="t" o:connecttype="custom" o:connectlocs="0,0;90535,321398" o:connectangles="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1859915</wp:posOffset>
                      </wp:positionH>
                      <wp:positionV relativeFrom="paragraph">
                        <wp:posOffset>2945765</wp:posOffset>
                      </wp:positionV>
                      <wp:extent cx="306070" cy="1133475"/>
                      <wp:effectExtent l="19050" t="19050" r="36830" b="28575"/>
                      <wp:wrapNone/>
                      <wp:docPr id="193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070" cy="1133475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  <a:gd name="connsiteX0" fmla="*/ 9099 w 9099"/>
                                  <a:gd name="connsiteY0" fmla="*/ 0 h 8781"/>
                                  <a:gd name="connsiteX1" fmla="*/ 5783 w 9099"/>
                                  <a:gd name="connsiteY1" fmla="*/ 1467 h 8781"/>
                                  <a:gd name="connsiteX2" fmla="*/ 418 w 9099"/>
                                  <a:gd name="connsiteY2" fmla="*/ 3244 h 8781"/>
                                  <a:gd name="connsiteX3" fmla="*/ 632 w 9099"/>
                                  <a:gd name="connsiteY3" fmla="*/ 4773 h 8781"/>
                                  <a:gd name="connsiteX4" fmla="*/ 2878 w 9099"/>
                                  <a:gd name="connsiteY4" fmla="*/ 6488 h 8781"/>
                                  <a:gd name="connsiteX5" fmla="*/ 5141 w 9099"/>
                                  <a:gd name="connsiteY5" fmla="*/ 7707 h 8781"/>
                                  <a:gd name="connsiteX6" fmla="*/ 5997 w 9099"/>
                                  <a:gd name="connsiteY6" fmla="*/ 8347 h 8781"/>
                                  <a:gd name="connsiteX7" fmla="*/ 5997 w 9099"/>
                                  <a:gd name="connsiteY7" fmla="*/ 8781 h 8781"/>
                                  <a:gd name="connsiteX0" fmla="*/ 6356 w 6681"/>
                                  <a:gd name="connsiteY0" fmla="*/ 0 h 8329"/>
                                  <a:gd name="connsiteX1" fmla="*/ 459 w 6681"/>
                                  <a:gd name="connsiteY1" fmla="*/ 2023 h 8329"/>
                                  <a:gd name="connsiteX2" fmla="*/ 695 w 6681"/>
                                  <a:gd name="connsiteY2" fmla="*/ 3765 h 8329"/>
                                  <a:gd name="connsiteX3" fmla="*/ 3163 w 6681"/>
                                  <a:gd name="connsiteY3" fmla="*/ 5718 h 8329"/>
                                  <a:gd name="connsiteX4" fmla="*/ 5650 w 6681"/>
                                  <a:gd name="connsiteY4" fmla="*/ 7106 h 8329"/>
                                  <a:gd name="connsiteX5" fmla="*/ 6591 w 6681"/>
                                  <a:gd name="connsiteY5" fmla="*/ 7835 h 8329"/>
                                  <a:gd name="connsiteX6" fmla="*/ 6591 w 6681"/>
                                  <a:gd name="connsiteY6" fmla="*/ 8329 h 8329"/>
                                  <a:gd name="connsiteX0" fmla="*/ 687 w 10000"/>
                                  <a:gd name="connsiteY0" fmla="*/ 0 h 7571"/>
                                  <a:gd name="connsiteX1" fmla="*/ 1040 w 10000"/>
                                  <a:gd name="connsiteY1" fmla="*/ 2091 h 7571"/>
                                  <a:gd name="connsiteX2" fmla="*/ 4734 w 10000"/>
                                  <a:gd name="connsiteY2" fmla="*/ 4436 h 7571"/>
                                  <a:gd name="connsiteX3" fmla="*/ 8457 w 10000"/>
                                  <a:gd name="connsiteY3" fmla="*/ 6103 h 7571"/>
                                  <a:gd name="connsiteX4" fmla="*/ 9865 w 10000"/>
                                  <a:gd name="connsiteY4" fmla="*/ 6978 h 7571"/>
                                  <a:gd name="connsiteX5" fmla="*/ 9865 w 10000"/>
                                  <a:gd name="connsiteY5" fmla="*/ 7571 h 7571"/>
                                  <a:gd name="connsiteX0" fmla="*/ 0 w 8960"/>
                                  <a:gd name="connsiteY0" fmla="*/ 0 h 7238"/>
                                  <a:gd name="connsiteX1" fmla="*/ 3694 w 8960"/>
                                  <a:gd name="connsiteY1" fmla="*/ 3097 h 7238"/>
                                  <a:gd name="connsiteX2" fmla="*/ 7417 w 8960"/>
                                  <a:gd name="connsiteY2" fmla="*/ 5299 h 7238"/>
                                  <a:gd name="connsiteX3" fmla="*/ 8825 w 8960"/>
                                  <a:gd name="connsiteY3" fmla="*/ 6455 h 7238"/>
                                  <a:gd name="connsiteX4" fmla="*/ 8825 w 8960"/>
                                  <a:gd name="connsiteY4" fmla="*/ 7238 h 7238"/>
                                  <a:gd name="connsiteX0" fmla="*/ 0 w 7896"/>
                                  <a:gd name="connsiteY0" fmla="*/ 0 h 7672"/>
                                  <a:gd name="connsiteX1" fmla="*/ 2019 w 7896"/>
                                  <a:gd name="connsiteY1" fmla="*/ 1951 h 7672"/>
                                  <a:gd name="connsiteX2" fmla="*/ 6174 w 7896"/>
                                  <a:gd name="connsiteY2" fmla="*/ 4993 h 7672"/>
                                  <a:gd name="connsiteX3" fmla="*/ 7745 w 7896"/>
                                  <a:gd name="connsiteY3" fmla="*/ 6590 h 7672"/>
                                  <a:gd name="connsiteX4" fmla="*/ 7745 w 7896"/>
                                  <a:gd name="connsiteY4" fmla="*/ 7672 h 767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896" h="7672">
                                    <a:moveTo>
                                      <a:pt x="0" y="0"/>
                                    </a:moveTo>
                                    <a:cubicBezTo>
                                      <a:pt x="752" y="1348"/>
                                      <a:pt x="990" y="1119"/>
                                      <a:pt x="2019" y="1951"/>
                                    </a:cubicBezTo>
                                    <a:cubicBezTo>
                                      <a:pt x="3048" y="2783"/>
                                      <a:pt x="5225" y="4219"/>
                                      <a:pt x="6174" y="4993"/>
                                    </a:cubicBezTo>
                                    <a:cubicBezTo>
                                      <a:pt x="7123" y="5765"/>
                                      <a:pt x="7483" y="6143"/>
                                      <a:pt x="7745" y="6590"/>
                                    </a:cubicBezTo>
                                    <a:cubicBezTo>
                                      <a:pt x="8008" y="7036"/>
                                      <a:pt x="7876" y="7354"/>
                                      <a:pt x="7745" y="7672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D9A07" id="Freeform 320" o:spid="_x0000_s1026" style="position:absolute;margin-left:146.45pt;margin-top:231.95pt;width:24.1pt;height:89.2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96,76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" path="m,c752,1348,990,1119,2019,1951v1029,832,3206,2268,4155,3042c7123,5765,7483,6143,7745,6590v263,446,131,764,,1082e" filled="f" strokecolor="navy" strokeweight="2.25pt">
                      <v:path arrowok="t" o:connecttype="custom" o:connectlocs="0,0;78262,288244;239321,737675;300217,973618;300217,1133475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1728891</wp:posOffset>
                      </wp:positionH>
                      <wp:positionV relativeFrom="paragraph">
                        <wp:posOffset>1569626</wp:posOffset>
                      </wp:positionV>
                      <wp:extent cx="222250" cy="1045185"/>
                      <wp:effectExtent l="19050" t="19050" r="25400" b="22225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250" cy="1045185"/>
                              </a:xfrm>
                              <a:custGeom>
                                <a:avLst/>
                                <a:gdLst>
                                  <a:gd name="connsiteX0" fmla="*/ 194675 w 222791"/>
                                  <a:gd name="connsiteY0" fmla="*/ 0 h 778598"/>
                                  <a:gd name="connsiteX1" fmla="*/ 217308 w 222791"/>
                                  <a:gd name="connsiteY1" fmla="*/ 81481 h 778598"/>
                                  <a:gd name="connsiteX2" fmla="*/ 104140 w 222791"/>
                                  <a:gd name="connsiteY2" fmla="*/ 140328 h 778598"/>
                                  <a:gd name="connsiteX3" fmla="*/ 135827 w 222791"/>
                                  <a:gd name="connsiteY3" fmla="*/ 235390 h 778598"/>
                                  <a:gd name="connsiteX4" fmla="*/ 40766 w 222791"/>
                                  <a:gd name="connsiteY4" fmla="*/ 339505 h 778598"/>
                                  <a:gd name="connsiteX5" fmla="*/ 72453 w 222791"/>
                                  <a:gd name="connsiteY5" fmla="*/ 452673 h 778598"/>
                                  <a:gd name="connsiteX6" fmla="*/ 25 w 222791"/>
                                  <a:gd name="connsiteY6" fmla="*/ 529627 h 778598"/>
                                  <a:gd name="connsiteX7" fmla="*/ 81506 w 222791"/>
                                  <a:gd name="connsiteY7" fmla="*/ 638269 h 778598"/>
                                  <a:gd name="connsiteX8" fmla="*/ 9079 w 222791"/>
                                  <a:gd name="connsiteY8" fmla="*/ 724277 h 778598"/>
                                  <a:gd name="connsiteX9" fmla="*/ 86033 w 222791"/>
                                  <a:gd name="connsiteY9" fmla="*/ 778598 h 778598"/>
                                  <a:gd name="connsiteX0" fmla="*/ 194675 w 222791"/>
                                  <a:gd name="connsiteY0" fmla="*/ 0 h 941578"/>
                                  <a:gd name="connsiteX1" fmla="*/ 217308 w 222791"/>
                                  <a:gd name="connsiteY1" fmla="*/ 81481 h 941578"/>
                                  <a:gd name="connsiteX2" fmla="*/ 104140 w 222791"/>
                                  <a:gd name="connsiteY2" fmla="*/ 140328 h 941578"/>
                                  <a:gd name="connsiteX3" fmla="*/ 135827 w 222791"/>
                                  <a:gd name="connsiteY3" fmla="*/ 235390 h 941578"/>
                                  <a:gd name="connsiteX4" fmla="*/ 40766 w 222791"/>
                                  <a:gd name="connsiteY4" fmla="*/ 339505 h 941578"/>
                                  <a:gd name="connsiteX5" fmla="*/ 72453 w 222791"/>
                                  <a:gd name="connsiteY5" fmla="*/ 452673 h 941578"/>
                                  <a:gd name="connsiteX6" fmla="*/ 25 w 222791"/>
                                  <a:gd name="connsiteY6" fmla="*/ 529627 h 941578"/>
                                  <a:gd name="connsiteX7" fmla="*/ 81506 w 222791"/>
                                  <a:gd name="connsiteY7" fmla="*/ 638269 h 941578"/>
                                  <a:gd name="connsiteX8" fmla="*/ 9079 w 222791"/>
                                  <a:gd name="connsiteY8" fmla="*/ 724277 h 941578"/>
                                  <a:gd name="connsiteX9" fmla="*/ 163175 w 222791"/>
                                  <a:gd name="connsiteY9" fmla="*/ 941578 h 941578"/>
                                  <a:gd name="connsiteX0" fmla="*/ 194675 w 222791"/>
                                  <a:gd name="connsiteY0" fmla="*/ 0 h 941578"/>
                                  <a:gd name="connsiteX1" fmla="*/ 217308 w 222791"/>
                                  <a:gd name="connsiteY1" fmla="*/ 81481 h 941578"/>
                                  <a:gd name="connsiteX2" fmla="*/ 104140 w 222791"/>
                                  <a:gd name="connsiteY2" fmla="*/ 140328 h 941578"/>
                                  <a:gd name="connsiteX3" fmla="*/ 135827 w 222791"/>
                                  <a:gd name="connsiteY3" fmla="*/ 235390 h 941578"/>
                                  <a:gd name="connsiteX4" fmla="*/ 40766 w 222791"/>
                                  <a:gd name="connsiteY4" fmla="*/ 339505 h 941578"/>
                                  <a:gd name="connsiteX5" fmla="*/ 72453 w 222791"/>
                                  <a:gd name="connsiteY5" fmla="*/ 452673 h 941578"/>
                                  <a:gd name="connsiteX6" fmla="*/ 25 w 222791"/>
                                  <a:gd name="connsiteY6" fmla="*/ 529627 h 941578"/>
                                  <a:gd name="connsiteX7" fmla="*/ 81506 w 222791"/>
                                  <a:gd name="connsiteY7" fmla="*/ 638269 h 941578"/>
                                  <a:gd name="connsiteX8" fmla="*/ 9079 w 222791"/>
                                  <a:gd name="connsiteY8" fmla="*/ 724277 h 941578"/>
                                  <a:gd name="connsiteX9" fmla="*/ 117981 w 222791"/>
                                  <a:gd name="connsiteY9" fmla="*/ 819780 h 941578"/>
                                  <a:gd name="connsiteX10" fmla="*/ 163175 w 222791"/>
                                  <a:gd name="connsiteY10" fmla="*/ 941578 h 941578"/>
                                  <a:gd name="connsiteX0" fmla="*/ 194675 w 222791"/>
                                  <a:gd name="connsiteY0" fmla="*/ 0 h 1045749"/>
                                  <a:gd name="connsiteX1" fmla="*/ 217308 w 222791"/>
                                  <a:gd name="connsiteY1" fmla="*/ 81481 h 1045749"/>
                                  <a:gd name="connsiteX2" fmla="*/ 104140 w 222791"/>
                                  <a:gd name="connsiteY2" fmla="*/ 140328 h 1045749"/>
                                  <a:gd name="connsiteX3" fmla="*/ 135827 w 222791"/>
                                  <a:gd name="connsiteY3" fmla="*/ 235390 h 1045749"/>
                                  <a:gd name="connsiteX4" fmla="*/ 40766 w 222791"/>
                                  <a:gd name="connsiteY4" fmla="*/ 339505 h 1045749"/>
                                  <a:gd name="connsiteX5" fmla="*/ 72453 w 222791"/>
                                  <a:gd name="connsiteY5" fmla="*/ 452673 h 1045749"/>
                                  <a:gd name="connsiteX6" fmla="*/ 25 w 222791"/>
                                  <a:gd name="connsiteY6" fmla="*/ 529627 h 1045749"/>
                                  <a:gd name="connsiteX7" fmla="*/ 81506 w 222791"/>
                                  <a:gd name="connsiteY7" fmla="*/ 638269 h 1045749"/>
                                  <a:gd name="connsiteX8" fmla="*/ 9079 w 222791"/>
                                  <a:gd name="connsiteY8" fmla="*/ 724277 h 1045749"/>
                                  <a:gd name="connsiteX9" fmla="*/ 117981 w 222791"/>
                                  <a:gd name="connsiteY9" fmla="*/ 819780 h 1045749"/>
                                  <a:gd name="connsiteX10" fmla="*/ 36119 w 222791"/>
                                  <a:gd name="connsiteY10" fmla="*/ 1045749 h 10457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22791" h="1045749">
                                    <a:moveTo>
                                      <a:pt x="194675" y="0"/>
                                    </a:moveTo>
                                    <a:cubicBezTo>
                                      <a:pt x="213536" y="29046"/>
                                      <a:pt x="232397" y="58093"/>
                                      <a:pt x="217308" y="81481"/>
                                    </a:cubicBezTo>
                                    <a:cubicBezTo>
                                      <a:pt x="202219" y="104869"/>
                                      <a:pt x="117720" y="114677"/>
                                      <a:pt x="104140" y="140328"/>
                                    </a:cubicBezTo>
                                    <a:cubicBezTo>
                                      <a:pt x="90560" y="165979"/>
                                      <a:pt x="146389" y="202194"/>
                                      <a:pt x="135827" y="235390"/>
                                    </a:cubicBezTo>
                                    <a:cubicBezTo>
                                      <a:pt x="125265" y="268586"/>
                                      <a:pt x="51328" y="303291"/>
                                      <a:pt x="40766" y="339505"/>
                                    </a:cubicBezTo>
                                    <a:cubicBezTo>
                                      <a:pt x="30204" y="375719"/>
                                      <a:pt x="79243" y="420986"/>
                                      <a:pt x="72453" y="452673"/>
                                    </a:cubicBezTo>
                                    <a:cubicBezTo>
                                      <a:pt x="65663" y="484360"/>
                                      <a:pt x="-1484" y="498695"/>
                                      <a:pt x="25" y="529627"/>
                                    </a:cubicBezTo>
                                    <a:cubicBezTo>
                                      <a:pt x="1534" y="560559"/>
                                      <a:pt x="79997" y="605827"/>
                                      <a:pt x="81506" y="638269"/>
                                    </a:cubicBezTo>
                                    <a:cubicBezTo>
                                      <a:pt x="83015" y="670711"/>
                                      <a:pt x="3000" y="694025"/>
                                      <a:pt x="9079" y="724277"/>
                                    </a:cubicBezTo>
                                    <a:cubicBezTo>
                                      <a:pt x="15158" y="754529"/>
                                      <a:pt x="92298" y="783563"/>
                                      <a:pt x="117981" y="819780"/>
                                    </a:cubicBezTo>
                                    <a:cubicBezTo>
                                      <a:pt x="143664" y="855997"/>
                                      <a:pt x="24049" y="1032243"/>
                                      <a:pt x="36119" y="1045749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0253D6" id="Freeform 153" o:spid="_x0000_s1026" style="position:absolute;margin-left:136.15pt;margin-top:123.6pt;width:17.5pt;height:82.3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22791,104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" path="m194675,v18861,29046,37722,58093,22633,81481c202219,104869,117720,114677,104140,140328v-13580,25651,42249,61866,31687,95062c125265,268586,51328,303291,40766,339505v-10562,36214,38477,81481,31687,113168c65663,484360,-1484,498695,25,529627v1509,30932,79972,76200,81481,108642c83015,670711,3000,694025,9079,724277v6079,30252,83219,59286,108902,95503c143664,855997,24049,1032243,36119,1045749e" filled="f" strokecolor="red" strokeweight="2.25pt">
                      <v:stroke joinstyle="miter"/>
                      <v:path arrowok="t" o:connecttype="custom" o:connectlocs="194202,0;216780,81437;103887,140252;135497,235263;40667,339322;72277,452429;25,529341;81308,637925;9057,723886;117695,819338;36031,1045185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143900</wp:posOffset>
                      </wp:positionH>
                      <wp:positionV relativeFrom="paragraph">
                        <wp:posOffset>3136165</wp:posOffset>
                      </wp:positionV>
                      <wp:extent cx="305435" cy="152400"/>
                      <wp:effectExtent l="0" t="0" r="0" b="0"/>
                      <wp:wrapNone/>
                      <wp:docPr id="200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43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A62EBF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left:0;text-align:left;margin-left:11.35pt;margin-top:246.95pt;width:24.05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A62EBF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2358870</wp:posOffset>
                      </wp:positionV>
                      <wp:extent cx="339505" cy="156843"/>
                      <wp:effectExtent l="0" t="0" r="22860" b="15240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9505" cy="156843"/>
                              </a:xfrm>
                              <a:custGeom>
                                <a:avLst/>
                                <a:gdLst>
                                  <a:gd name="connsiteX0" fmla="*/ 0 w 339505"/>
                                  <a:gd name="connsiteY0" fmla="*/ 16514 h 156843"/>
                                  <a:gd name="connsiteX1" fmla="*/ 95061 w 339505"/>
                                  <a:gd name="connsiteY1" fmla="*/ 7461 h 156843"/>
                                  <a:gd name="connsiteX2" fmla="*/ 122222 w 339505"/>
                                  <a:gd name="connsiteY2" fmla="*/ 111575 h 156843"/>
                                  <a:gd name="connsiteX3" fmla="*/ 258024 w 339505"/>
                                  <a:gd name="connsiteY3" fmla="*/ 75362 h 156843"/>
                                  <a:gd name="connsiteX4" fmla="*/ 339505 w 339505"/>
                                  <a:gd name="connsiteY4" fmla="*/ 156843 h 1568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39505" h="156843">
                                    <a:moveTo>
                                      <a:pt x="0" y="16514"/>
                                    </a:moveTo>
                                    <a:cubicBezTo>
                                      <a:pt x="37345" y="4066"/>
                                      <a:pt x="74691" y="-8382"/>
                                      <a:pt x="95061" y="7461"/>
                                    </a:cubicBezTo>
                                    <a:cubicBezTo>
                                      <a:pt x="115431" y="23304"/>
                                      <a:pt x="95062" y="100258"/>
                                      <a:pt x="122222" y="111575"/>
                                    </a:cubicBezTo>
                                    <a:cubicBezTo>
                                      <a:pt x="149383" y="122892"/>
                                      <a:pt x="221810" y="67817"/>
                                      <a:pt x="258024" y="75362"/>
                                    </a:cubicBezTo>
                                    <a:cubicBezTo>
                                      <a:pt x="294238" y="82907"/>
                                      <a:pt x="316871" y="119875"/>
                                      <a:pt x="339505" y="156843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0322D5" id="Freeform 202" o:spid="_x0000_s1026" style="position:absolute;margin-left:12.45pt;margin-top:185.75pt;width:26.75pt;height:12.35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9505,1568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" path="m,16514c37345,4066,74691,-8382,95061,7461v20370,15843,1,92797,27161,104114c149383,122892,221810,67817,258024,75362v36214,7545,58847,44513,81481,81481e" filled="f" strokecolor="red" strokeweight="1pt">
                      <v:stroke joinstyle="miter"/>
                      <v:path arrowok="t" o:connecttype="custom" o:connectlocs="0,16514;95061,7461;122222,111575;258024,75362;339505,156843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1801319</wp:posOffset>
                      </wp:positionH>
                      <wp:positionV relativeFrom="paragraph">
                        <wp:posOffset>2004192</wp:posOffset>
                      </wp:positionV>
                      <wp:extent cx="91732" cy="131275"/>
                      <wp:effectExtent l="0" t="0" r="22860" b="2159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732" cy="131275"/>
                              </a:xfrm>
                              <a:custGeom>
                                <a:avLst/>
                                <a:gdLst>
                                  <a:gd name="connsiteX0" fmla="*/ 0 w 91732"/>
                                  <a:gd name="connsiteY0" fmla="*/ 0 h 131275"/>
                                  <a:gd name="connsiteX1" fmla="*/ 90535 w 91732"/>
                                  <a:gd name="connsiteY1" fmla="*/ 31687 h 131275"/>
                                  <a:gd name="connsiteX2" fmla="*/ 54321 w 91732"/>
                                  <a:gd name="connsiteY2" fmla="*/ 113168 h 131275"/>
                                  <a:gd name="connsiteX3" fmla="*/ 90535 w 91732"/>
                                  <a:gd name="connsiteY3" fmla="*/ 131275 h 1312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1732" h="131275">
                                    <a:moveTo>
                                      <a:pt x="0" y="0"/>
                                    </a:moveTo>
                                    <a:cubicBezTo>
                                      <a:pt x="40741" y="6413"/>
                                      <a:pt x="81482" y="12826"/>
                                      <a:pt x="90535" y="31687"/>
                                    </a:cubicBezTo>
                                    <a:cubicBezTo>
                                      <a:pt x="99588" y="50548"/>
                                      <a:pt x="54321" y="96570"/>
                                      <a:pt x="54321" y="113168"/>
                                    </a:cubicBezTo>
                                    <a:cubicBezTo>
                                      <a:pt x="54321" y="129766"/>
                                      <a:pt x="72428" y="130520"/>
                                      <a:pt x="90535" y="131275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99B5D0" id="Freeform 162" o:spid="_x0000_s1026" style="position:absolute;margin-left:141.85pt;margin-top:157.8pt;width:7.2pt;height:10.3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1732,1312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" path="m,c40741,6413,81482,12826,90535,31687,99588,50548,54321,96570,54321,113168v,16598,18107,17352,36214,18107e" filled="f" strokecolor="red" strokeweight="1pt">
                      <v:stroke joinstyle="miter"/>
                      <v:path arrowok="t" o:connecttype="custom" o:connectlocs="0,0;90535,31687;54321,113168;90535,131275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E0B011C" wp14:editId="27364D84">
                      <wp:simplePos x="0" y="0"/>
                      <wp:positionH relativeFrom="column">
                        <wp:posOffset>202182</wp:posOffset>
                      </wp:positionH>
                      <wp:positionV relativeFrom="paragraph">
                        <wp:posOffset>1875765</wp:posOffset>
                      </wp:positionV>
                      <wp:extent cx="305869" cy="152633"/>
                      <wp:effectExtent l="0" t="0" r="0" b="0"/>
                      <wp:wrapNone/>
                      <wp:docPr id="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035" w:rsidRPr="00B16047" w:rsidRDefault="00A62EBF" w:rsidP="00A62E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B011C" id="_x0000_s1031" type="#_x0000_t202" style="position:absolute;left:0;text-align:left;margin-left:15.9pt;margin-top:147.7pt;width:24.1pt;height:12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02035" w:rsidRPr="00B16047" w:rsidRDefault="00A62EBF" w:rsidP="00A62EB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588155</wp:posOffset>
                      </wp:positionH>
                      <wp:positionV relativeFrom="paragraph">
                        <wp:posOffset>1560572</wp:posOffset>
                      </wp:positionV>
                      <wp:extent cx="13580" cy="900820"/>
                      <wp:effectExtent l="38100" t="19050" r="43815" b="3302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80" cy="900820"/>
                              </a:xfrm>
                              <a:custGeom>
                                <a:avLst/>
                                <a:gdLst>
                                  <a:gd name="connsiteX0" fmla="*/ 0 w 13580"/>
                                  <a:gd name="connsiteY0" fmla="*/ 0 h 900820"/>
                                  <a:gd name="connsiteX1" fmla="*/ 13580 w 13580"/>
                                  <a:gd name="connsiteY1" fmla="*/ 900820 h 9008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580" h="900820">
                                    <a:moveTo>
                                      <a:pt x="0" y="0"/>
                                    </a:moveTo>
                                    <a:lnTo>
                                      <a:pt x="13580" y="900820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3F44CA" id="Freeform 161" o:spid="_x0000_s1026" style="position:absolute;margin-left:46.3pt;margin-top:122.9pt;width:1.05pt;height:70.9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580,900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" path="m,l13580,900820e" filled="f" strokecolor="red" strokeweight="6pt">
                      <v:stroke joinstyle="miter"/>
                      <v:path arrowok="t" o:connecttype="custom" o:connectlocs="0,0;13580,900820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3620135</wp:posOffset>
                      </wp:positionH>
                      <wp:positionV relativeFrom="paragraph">
                        <wp:posOffset>102952</wp:posOffset>
                      </wp:positionV>
                      <wp:extent cx="969805" cy="2218099"/>
                      <wp:effectExtent l="38100" t="38100" r="40005" b="10795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69805" cy="2218099"/>
                              </a:xfrm>
                              <a:custGeom>
                                <a:avLst/>
                                <a:gdLst>
                                  <a:gd name="connsiteX0" fmla="*/ 0 w 969805"/>
                                  <a:gd name="connsiteY0" fmla="*/ 0 h 2218099"/>
                                  <a:gd name="connsiteX1" fmla="*/ 371192 w 969805"/>
                                  <a:gd name="connsiteY1" fmla="*/ 416459 h 2218099"/>
                                  <a:gd name="connsiteX2" fmla="*/ 656376 w 969805"/>
                                  <a:gd name="connsiteY2" fmla="*/ 1013988 h 2218099"/>
                                  <a:gd name="connsiteX3" fmla="*/ 932507 w 969805"/>
                                  <a:gd name="connsiteY3" fmla="*/ 1724685 h 2218099"/>
                                  <a:gd name="connsiteX4" fmla="*/ 959668 w 969805"/>
                                  <a:gd name="connsiteY4" fmla="*/ 2218099 h 22180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69805" h="2218099">
                                    <a:moveTo>
                                      <a:pt x="0" y="0"/>
                                    </a:moveTo>
                                    <a:cubicBezTo>
                                      <a:pt x="130898" y="123730"/>
                                      <a:pt x="261796" y="247461"/>
                                      <a:pt x="371192" y="416459"/>
                                    </a:cubicBezTo>
                                    <a:cubicBezTo>
                                      <a:pt x="480588" y="585457"/>
                                      <a:pt x="562823" y="795950"/>
                                      <a:pt x="656376" y="1013988"/>
                                    </a:cubicBezTo>
                                    <a:cubicBezTo>
                                      <a:pt x="749929" y="1232026"/>
                                      <a:pt x="881958" y="1524000"/>
                                      <a:pt x="932507" y="1724685"/>
                                    </a:cubicBezTo>
                                    <a:cubicBezTo>
                                      <a:pt x="983056" y="1925370"/>
                                      <a:pt x="971362" y="2071734"/>
                                      <a:pt x="959668" y="2218099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85CDFC" id="Freeform 160" o:spid="_x0000_s1026" style="position:absolute;margin-left:285.05pt;margin-top:8.1pt;width:76.35pt;height:174.65pt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69805,22180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" path="m,c130898,123730,261796,247461,371192,416459v109396,168998,191631,379491,285184,597529c749929,1232026,881958,1524000,932507,1724685v50549,200685,38855,347049,27161,493414e" filled="f" strokecolor="red" strokeweight="6pt">
                      <v:stroke joinstyle="miter"/>
                      <v:path arrowok="t" o:connecttype="custom" o:connectlocs="0,0;371192,416459;656376,1013988;932507,1724685;959668,2218099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654585C3" wp14:editId="3729707E">
                      <wp:simplePos x="0" y="0"/>
                      <wp:positionH relativeFrom="column">
                        <wp:posOffset>1945784</wp:posOffset>
                      </wp:positionH>
                      <wp:positionV relativeFrom="paragraph">
                        <wp:posOffset>1170940</wp:posOffset>
                      </wp:positionV>
                      <wp:extent cx="90805" cy="90805"/>
                      <wp:effectExtent l="0" t="0" r="23495" b="23495"/>
                      <wp:wrapNone/>
                      <wp:docPr id="158" name="Flowchart: Summing Junction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C8A13" id="Flowchart: Summing Junction 158" o:spid="_x0000_s1026" type="#_x0000_t123" style="position:absolute;margin-left:153.2pt;margin-top:92.2pt;width:7.15pt;height:7.15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1945948</wp:posOffset>
                      </wp:positionH>
                      <wp:positionV relativeFrom="paragraph">
                        <wp:posOffset>1139108</wp:posOffset>
                      </wp:positionV>
                      <wp:extent cx="54337" cy="172016"/>
                      <wp:effectExtent l="0" t="0" r="22225" b="1905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4337" cy="172016"/>
                              </a:xfrm>
                              <a:custGeom>
                                <a:avLst/>
                                <a:gdLst>
                                  <a:gd name="connsiteX0" fmla="*/ 4527 w 54337"/>
                                  <a:gd name="connsiteY0" fmla="*/ 0 h 172016"/>
                                  <a:gd name="connsiteX1" fmla="*/ 54321 w 54337"/>
                                  <a:gd name="connsiteY1" fmla="*/ 81481 h 172016"/>
                                  <a:gd name="connsiteX2" fmla="*/ 0 w 54337"/>
                                  <a:gd name="connsiteY2" fmla="*/ 172016 h 17201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54337" h="172016">
                                    <a:moveTo>
                                      <a:pt x="4527" y="0"/>
                                    </a:moveTo>
                                    <a:cubicBezTo>
                                      <a:pt x="29801" y="26406"/>
                                      <a:pt x="55075" y="52812"/>
                                      <a:pt x="54321" y="81481"/>
                                    </a:cubicBezTo>
                                    <a:cubicBezTo>
                                      <a:pt x="53567" y="110150"/>
                                      <a:pt x="26783" y="141083"/>
                                      <a:pt x="0" y="172016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B23D9B8" id="Freeform 159" o:spid="_x0000_s1026" style="position:absolute;margin-left:153.2pt;margin-top:89.7pt;width:4.3pt;height:13.55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4337,1720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" path="m4527,c29801,26406,55075,52812,54321,81481,53567,110150,26783,141083,,172016e" filled="f" strokecolor="red" strokeweight="1pt">
                      <v:stroke joinstyle="miter"/>
                      <v:path arrowok="t" o:connecttype="custom" o:connectlocs="4527,0;54321,81481;0,172016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1605997</wp:posOffset>
                      </wp:positionH>
                      <wp:positionV relativeFrom="paragraph">
                        <wp:posOffset>116205</wp:posOffset>
                      </wp:positionV>
                      <wp:extent cx="937138" cy="2236205"/>
                      <wp:effectExtent l="38100" t="38100" r="15875" b="12065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7138" cy="2236205"/>
                              </a:xfrm>
                              <a:custGeom>
                                <a:avLst/>
                                <a:gdLst>
                                  <a:gd name="connsiteX0" fmla="*/ 937138 w 937138"/>
                                  <a:gd name="connsiteY0" fmla="*/ 0 h 2236205"/>
                                  <a:gd name="connsiteX1" fmla="*/ 633847 w 937138"/>
                                  <a:gd name="connsiteY1" fmla="*/ 366665 h 2236205"/>
                                  <a:gd name="connsiteX2" fmla="*/ 353190 w 937138"/>
                                  <a:gd name="connsiteY2" fmla="*/ 914400 h 2236205"/>
                                  <a:gd name="connsiteX3" fmla="*/ 113273 w 937138"/>
                                  <a:gd name="connsiteY3" fmla="*/ 1489295 h 2236205"/>
                                  <a:gd name="connsiteX4" fmla="*/ 18212 w 937138"/>
                                  <a:gd name="connsiteY4" fmla="*/ 1860487 h 2236205"/>
                                  <a:gd name="connsiteX5" fmla="*/ 105 w 937138"/>
                                  <a:gd name="connsiteY5" fmla="*/ 2236205 h 22362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37138" h="2236205">
                                    <a:moveTo>
                                      <a:pt x="937138" y="0"/>
                                    </a:moveTo>
                                    <a:cubicBezTo>
                                      <a:pt x="834155" y="107132"/>
                                      <a:pt x="731172" y="214265"/>
                                      <a:pt x="633847" y="366665"/>
                                    </a:cubicBezTo>
                                    <a:cubicBezTo>
                                      <a:pt x="536522" y="519065"/>
                                      <a:pt x="439952" y="727295"/>
                                      <a:pt x="353190" y="914400"/>
                                    </a:cubicBezTo>
                                    <a:cubicBezTo>
                                      <a:pt x="266428" y="1101505"/>
                                      <a:pt x="169103" y="1331614"/>
                                      <a:pt x="113273" y="1489295"/>
                                    </a:cubicBezTo>
                                    <a:cubicBezTo>
                                      <a:pt x="57443" y="1646976"/>
                                      <a:pt x="37073" y="1736002"/>
                                      <a:pt x="18212" y="1860487"/>
                                    </a:cubicBezTo>
                                    <a:cubicBezTo>
                                      <a:pt x="-649" y="1984972"/>
                                      <a:pt x="-272" y="2110588"/>
                                      <a:pt x="105" y="2236205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82967A" id="Freeform 154" o:spid="_x0000_s1026" style="position:absolute;margin-left:126.45pt;margin-top:9.15pt;width:73.8pt;height:176.1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7138,2236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" path="m937138,c834155,107132,731172,214265,633847,366665,536522,519065,439952,727295,353190,914400v-86762,187105,-184087,417214,-239917,574895c57443,1646976,37073,1736002,18212,1860487,-649,1984972,-272,2110588,105,2236205e" filled="f" strokecolor="red" strokeweight="6pt">
                      <v:stroke joinstyle="miter"/>
                      <v:path arrowok="t" o:connecttype="custom" o:connectlocs="937138,0;633847,366665;353190,914400;113273,1489295;18212,1860487;105,223620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1108729</wp:posOffset>
                      </wp:positionH>
                      <wp:positionV relativeFrom="paragraph">
                        <wp:posOffset>408345</wp:posOffset>
                      </wp:positionV>
                      <wp:extent cx="1335412" cy="1455518"/>
                      <wp:effectExtent l="0" t="0" r="17145" b="11430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5412" cy="1455518"/>
                              </a:xfrm>
                              <a:custGeom>
                                <a:avLst/>
                                <a:gdLst>
                                  <a:gd name="connsiteX0" fmla="*/ 1231271 w 1335412"/>
                                  <a:gd name="connsiteY0" fmla="*/ 43178 h 1455518"/>
                                  <a:gd name="connsiteX1" fmla="*/ 1294645 w 1335412"/>
                                  <a:gd name="connsiteY1" fmla="*/ 2437 h 1455518"/>
                                  <a:gd name="connsiteX2" fmla="*/ 1267485 w 1335412"/>
                                  <a:gd name="connsiteY2" fmla="*/ 106552 h 1455518"/>
                                  <a:gd name="connsiteX3" fmla="*/ 1335386 w 1335412"/>
                                  <a:gd name="connsiteY3" fmla="*/ 111079 h 1455518"/>
                                  <a:gd name="connsiteX4" fmla="*/ 1258432 w 1335412"/>
                                  <a:gd name="connsiteY4" fmla="*/ 183506 h 1455518"/>
                                  <a:gd name="connsiteX5" fmla="*/ 1312752 w 1335412"/>
                                  <a:gd name="connsiteY5" fmla="*/ 233300 h 1455518"/>
                                  <a:gd name="connsiteX6" fmla="*/ 1204111 w 1335412"/>
                                  <a:gd name="connsiteY6" fmla="*/ 269514 h 1455518"/>
                                  <a:gd name="connsiteX7" fmla="*/ 1330859 w 1335412"/>
                                  <a:gd name="connsiteY7" fmla="*/ 337415 h 1455518"/>
                                  <a:gd name="connsiteX8" fmla="*/ 1145263 w 1335412"/>
                                  <a:gd name="connsiteY8" fmla="*/ 455110 h 1455518"/>
                                  <a:gd name="connsiteX9" fmla="*/ 1199584 w 1335412"/>
                                  <a:gd name="connsiteY9" fmla="*/ 613546 h 1455518"/>
                                  <a:gd name="connsiteX10" fmla="*/ 968721 w 1335412"/>
                                  <a:gd name="connsiteY10" fmla="*/ 658813 h 1455518"/>
                                  <a:gd name="connsiteX11" fmla="*/ 973247 w 1335412"/>
                                  <a:gd name="connsiteY11" fmla="*/ 880623 h 1455518"/>
                                  <a:gd name="connsiteX12" fmla="*/ 841972 w 1335412"/>
                                  <a:gd name="connsiteY12" fmla="*/ 912310 h 1455518"/>
                                  <a:gd name="connsiteX13" fmla="*/ 846499 w 1335412"/>
                                  <a:gd name="connsiteY13" fmla="*/ 1120540 h 1455518"/>
                                  <a:gd name="connsiteX14" fmla="*/ 724277 w 1335412"/>
                                  <a:gd name="connsiteY14" fmla="*/ 1170334 h 1455518"/>
                                  <a:gd name="connsiteX15" fmla="*/ 543208 w 1335412"/>
                                  <a:gd name="connsiteY15" fmla="*/ 1106960 h 1455518"/>
                                  <a:gd name="connsiteX16" fmla="*/ 511521 w 1335412"/>
                                  <a:gd name="connsiteY16" fmla="*/ 1242762 h 1455518"/>
                                  <a:gd name="connsiteX17" fmla="*/ 344032 w 1335412"/>
                                  <a:gd name="connsiteY17" fmla="*/ 1224655 h 1455518"/>
                                  <a:gd name="connsiteX18" fmla="*/ 289711 w 1335412"/>
                                  <a:gd name="connsiteY18" fmla="*/ 1355930 h 1455518"/>
                                  <a:gd name="connsiteX19" fmla="*/ 135802 w 1335412"/>
                                  <a:gd name="connsiteY19" fmla="*/ 1315190 h 1455518"/>
                                  <a:gd name="connsiteX20" fmla="*/ 117695 w 1335412"/>
                                  <a:gd name="connsiteY20" fmla="*/ 1428358 h 1455518"/>
                                  <a:gd name="connsiteX21" fmla="*/ 0 w 1335412"/>
                                  <a:gd name="connsiteY21" fmla="*/ 1455518 h 14555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</a:cxnLst>
                                <a:rect l="l" t="t" r="r" b="b"/>
                                <a:pathLst>
                                  <a:path w="1335412" h="1455518">
                                    <a:moveTo>
                                      <a:pt x="1231271" y="43178"/>
                                    </a:moveTo>
                                    <a:cubicBezTo>
                                      <a:pt x="1259940" y="17526"/>
                                      <a:pt x="1288609" y="-8125"/>
                                      <a:pt x="1294645" y="2437"/>
                                    </a:cubicBezTo>
                                    <a:cubicBezTo>
                                      <a:pt x="1300681" y="12999"/>
                                      <a:pt x="1260695" y="88445"/>
                                      <a:pt x="1267485" y="106552"/>
                                    </a:cubicBezTo>
                                    <a:cubicBezTo>
                                      <a:pt x="1274275" y="124659"/>
                                      <a:pt x="1336895" y="98253"/>
                                      <a:pt x="1335386" y="111079"/>
                                    </a:cubicBezTo>
                                    <a:cubicBezTo>
                                      <a:pt x="1333877" y="123905"/>
                                      <a:pt x="1262204" y="163136"/>
                                      <a:pt x="1258432" y="183506"/>
                                    </a:cubicBezTo>
                                    <a:cubicBezTo>
                                      <a:pt x="1254660" y="203876"/>
                                      <a:pt x="1321805" y="218965"/>
                                      <a:pt x="1312752" y="233300"/>
                                    </a:cubicBezTo>
                                    <a:cubicBezTo>
                                      <a:pt x="1303699" y="247635"/>
                                      <a:pt x="1201093" y="252162"/>
                                      <a:pt x="1204111" y="269514"/>
                                    </a:cubicBezTo>
                                    <a:cubicBezTo>
                                      <a:pt x="1207129" y="286866"/>
                                      <a:pt x="1340667" y="306482"/>
                                      <a:pt x="1330859" y="337415"/>
                                    </a:cubicBezTo>
                                    <a:cubicBezTo>
                                      <a:pt x="1321051" y="368348"/>
                                      <a:pt x="1167142" y="409088"/>
                                      <a:pt x="1145263" y="455110"/>
                                    </a:cubicBezTo>
                                    <a:cubicBezTo>
                                      <a:pt x="1123384" y="501132"/>
                                      <a:pt x="1229008" y="579596"/>
                                      <a:pt x="1199584" y="613546"/>
                                    </a:cubicBezTo>
                                    <a:cubicBezTo>
                                      <a:pt x="1170160" y="647496"/>
                                      <a:pt x="1006444" y="614300"/>
                                      <a:pt x="968721" y="658813"/>
                                    </a:cubicBezTo>
                                    <a:cubicBezTo>
                                      <a:pt x="930998" y="703326"/>
                                      <a:pt x="994372" y="838374"/>
                                      <a:pt x="973247" y="880623"/>
                                    </a:cubicBezTo>
                                    <a:cubicBezTo>
                                      <a:pt x="952122" y="922872"/>
                                      <a:pt x="863097" y="872324"/>
                                      <a:pt x="841972" y="912310"/>
                                    </a:cubicBezTo>
                                    <a:cubicBezTo>
                                      <a:pt x="820847" y="952296"/>
                                      <a:pt x="866115" y="1077536"/>
                                      <a:pt x="846499" y="1120540"/>
                                    </a:cubicBezTo>
                                    <a:cubicBezTo>
                                      <a:pt x="826883" y="1163544"/>
                                      <a:pt x="774825" y="1172597"/>
                                      <a:pt x="724277" y="1170334"/>
                                    </a:cubicBezTo>
                                    <a:cubicBezTo>
                                      <a:pt x="673729" y="1168071"/>
                                      <a:pt x="578667" y="1094889"/>
                                      <a:pt x="543208" y="1106960"/>
                                    </a:cubicBezTo>
                                    <a:cubicBezTo>
                                      <a:pt x="507749" y="1119031"/>
                                      <a:pt x="544717" y="1223146"/>
                                      <a:pt x="511521" y="1242762"/>
                                    </a:cubicBezTo>
                                    <a:cubicBezTo>
                                      <a:pt x="478325" y="1262378"/>
                                      <a:pt x="381000" y="1205794"/>
                                      <a:pt x="344032" y="1224655"/>
                                    </a:cubicBezTo>
                                    <a:cubicBezTo>
                                      <a:pt x="307064" y="1243516"/>
                                      <a:pt x="324416" y="1340841"/>
                                      <a:pt x="289711" y="1355930"/>
                                    </a:cubicBezTo>
                                    <a:cubicBezTo>
                                      <a:pt x="255006" y="1371019"/>
                                      <a:pt x="164471" y="1303119"/>
                                      <a:pt x="135802" y="1315190"/>
                                    </a:cubicBezTo>
                                    <a:cubicBezTo>
                                      <a:pt x="107133" y="1327261"/>
                                      <a:pt x="140329" y="1404970"/>
                                      <a:pt x="117695" y="1428358"/>
                                    </a:cubicBezTo>
                                    <a:cubicBezTo>
                                      <a:pt x="95061" y="1451746"/>
                                      <a:pt x="47530" y="1453632"/>
                                      <a:pt x="0" y="1455518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06394" id="Freeform 8" o:spid="_x0000_s1026" style="position:absolute;margin-left:87.3pt;margin-top:32.15pt;width:105.15pt;height:114.6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35412,14555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" path="m1231271,43178v28669,-25652,57338,-51303,63374,-40741c1300681,12999,1260695,88445,1267485,106552v6790,18107,69410,-8299,67901,4527c1333877,123905,1262204,163136,1258432,183506v-3772,20370,63373,35459,54320,49794c1303699,247635,1201093,252162,1204111,269514v3018,17352,136556,36968,126748,67901c1321051,368348,1167142,409088,1145263,455110v-21879,46022,83745,124486,54321,158436c1170160,647496,1006444,614300,968721,658813v-37723,44513,25651,179561,4526,221810c952122,922872,863097,872324,841972,912310v-21125,39986,24143,165226,4527,208230c826883,1163544,774825,1172597,724277,1170334v-50548,-2263,-145610,-75445,-181069,-63374c507749,1119031,544717,1223146,511521,1242762v-33196,19616,-130521,-36968,-167489,-18107c307064,1243516,324416,1340841,289711,1355930v-34705,15089,-125240,-52811,-153909,-40740c107133,1327261,140329,1404970,117695,1428358,95061,1451746,47530,1453632,,1455518e" filled="f" strokecolor="red" strokeweight="1pt">
                      <v:stroke joinstyle="miter"/>
                      <v:path arrowok="t" o:connecttype="custom" o:connectlocs="1231271,43178;1294645,2437;1267485,106552;1335386,111079;1258432,183506;1312752,233300;1204111,269514;1330859,337415;1145263,455110;1199584,613546;968721,658813;973247,880623;841972,912310;846499,1120540;724277,1170334;543208,1106960;511521,1242762;344032,1224655;289711,1355930;135802,1315190;117695,1428358;0,1455518" o:connectangles="0,0,0,0,0,0,0,0,0,0,0,0,0,0,0,0,0,0,0,0,0,0"/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E0B011C" wp14:editId="27364D84">
                      <wp:simplePos x="0" y="0"/>
                      <wp:positionH relativeFrom="column">
                        <wp:posOffset>5773003</wp:posOffset>
                      </wp:positionH>
                      <wp:positionV relativeFrom="paragraph">
                        <wp:posOffset>1944332</wp:posOffset>
                      </wp:positionV>
                      <wp:extent cx="305869" cy="152633"/>
                      <wp:effectExtent l="0" t="0" r="0" b="0"/>
                      <wp:wrapNone/>
                      <wp:docPr id="4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035" w:rsidRPr="00B16047" w:rsidRDefault="00A62EBF" w:rsidP="00A62E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B011C" id="_x0000_s1032" type="#_x0000_t202" style="position:absolute;left:0;text-align:left;margin-left:454.55pt;margin-top:153.1pt;width:24.1pt;height:1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woAogIAAEsFAAAOAAAAZHJzL2Uyb0RvYy54bWysVG1v2yAQ/j5p/wHxPbWdOG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02035" w:rsidRPr="00B16047" w:rsidRDefault="00A62EBF" w:rsidP="00A62EB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2485058</wp:posOffset>
                      </wp:positionH>
                      <wp:positionV relativeFrom="paragraph">
                        <wp:posOffset>402201</wp:posOffset>
                      </wp:positionV>
                      <wp:extent cx="305869" cy="152633"/>
                      <wp:effectExtent l="0" t="0" r="0" b="0"/>
                      <wp:wrapNone/>
                      <wp:docPr id="20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A62EBF" w:rsidP="00A62EB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95.65pt;margin-top:31.65pt;width:24.1pt;height:12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A62EBF" w:rsidP="00A62EBF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3454904</wp:posOffset>
                      </wp:positionH>
                      <wp:positionV relativeFrom="paragraph">
                        <wp:posOffset>426098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A62EBF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9" o:spid="_x0000_s1034" type="#_x0000_t202" style="position:absolute;left:0;text-align:left;margin-left:272.05pt;margin-top:33.55pt;width:24.1pt;height:12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SlpgIAAFQ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A62EBF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5" type="#_x0000_t202" style="position:absolute;left:0;text-align:left;margin-left:4.3pt;margin-top:.9pt;width:99.5pt;height:6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0CC51A" id="Group 301" o:spid="_x0000_s1026" style="position:absolute;margin-left:83.7pt;margin-top:3.05pt;width:142.35pt;height:386.75pt;z-index:251649536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114987" id="Group 269" o:spid="_x0000_s1026" style="position:absolute;margin-left:7.85pt;margin-top:12.5pt;width:85.05pt;height:373.65pt;flip:x;z-index:251647488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907769" id="Group 256" o:spid="_x0000_s1026" style="position:absolute;margin-left:395.95pt;margin-top:12.6pt;width:85.6pt;height:373.65pt;z-index:25164646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129A8A" id="Freeform 321" o:spid="_x0000_s1026" style="position:absolute;margin-left:441.9pt;margin-top:177.65pt;width:7.6pt;height:16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7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59ABC8" id="Group 282" o:spid="_x0000_s1026" style="position:absolute;margin-left:262.3pt;margin-top:3.05pt;width:142.05pt;height:386.75pt;z-index:251648512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205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9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E9B25D" id="Group 326" o:spid="_x0000_s1026" style="position:absolute;margin-left:68.7pt;margin-top:1.4pt;width:15.35pt;height:6.85pt;z-index:251656704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221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2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3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4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0AA125" id="Group 333" o:spid="_x0000_s1026" style="position:absolute;margin-left:212.6pt;margin-top:1.4pt;width:15.35pt;height:6.85pt;z-index:251658752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226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7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8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514D9C" id="Group 329" o:spid="_x0000_s1026" style="position:absolute;margin-left:158.2pt;margin-top:1.3pt;width:15.35pt;height:6.75pt;z-index:251657728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AF5E6B" id="Line 32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231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2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3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D51D64" id="Group 338" o:spid="_x0000_s1026" style="position:absolute;margin-left:309.45pt;margin-top:1.25pt;width:15.35pt;height:7.05pt;z-index:251659776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A62EBF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A62EBF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7"/>
                <w:szCs w:val="17"/>
              </w:rPr>
            </w:pPr>
          </w:p>
          <w:p w:rsidR="00894682" w:rsidRPr="00A62EBF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A62EBF">
              <w:rPr>
                <w:rFonts w:ascii="Arial" w:hAnsi="Arial" w:cs="Arial"/>
                <w:bCs/>
                <w:color w:val="808080"/>
                <w:sz w:val="17"/>
                <w:szCs w:val="17"/>
              </w:rPr>
              <w:t>Deep Veins:</w:t>
            </w:r>
          </w:p>
        </w:tc>
        <w:tc>
          <w:tcPr>
            <w:tcW w:w="42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A62EBF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7"/>
                <w:szCs w:val="17"/>
              </w:rPr>
            </w:pPr>
            <w:r w:rsidRPr="00A62EBF">
              <w:rPr>
                <w:rFonts w:ascii="Arial" w:hAnsi="Arial" w:cs="Arial"/>
                <w:b/>
                <w:sz w:val="17"/>
                <w:szCs w:val="17"/>
              </w:rPr>
              <w:t>Right</w:t>
            </w:r>
          </w:p>
          <w:p w:rsidR="00894682" w:rsidRPr="00A62EBF" w:rsidRDefault="00894682" w:rsidP="00A62EBF">
            <w:pPr>
              <w:tabs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>Patent</w:t>
            </w:r>
            <w:r w:rsidR="00A62EBF" w:rsidRPr="00A62EBF">
              <w:rPr>
                <w:rFonts w:ascii="Arial" w:hAnsi="Arial" w:cs="Arial"/>
                <w:sz w:val="17"/>
                <w:szCs w:val="17"/>
              </w:rPr>
              <w:t xml:space="preserve">. Incompetent CFV, SFV and POPV. The mid Peroneal Vein is mildly incompetent. Bifid POPV. </w:t>
            </w:r>
          </w:p>
        </w:tc>
        <w:tc>
          <w:tcPr>
            <w:tcW w:w="3389" w:type="dxa"/>
            <w:shd w:val="clear" w:color="auto" w:fill="auto"/>
          </w:tcPr>
          <w:p w:rsidR="00894682" w:rsidRPr="00A62EBF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A62EBF">
              <w:rPr>
                <w:rFonts w:ascii="Arial" w:hAnsi="Arial"/>
                <w:b/>
                <w:bCs/>
                <w:sz w:val="17"/>
                <w:szCs w:val="17"/>
              </w:rPr>
              <w:t>Left</w:t>
            </w:r>
          </w:p>
          <w:p w:rsidR="00951099" w:rsidRPr="00A62EBF" w:rsidRDefault="00951099" w:rsidP="00A62EBF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>Patent</w:t>
            </w:r>
            <w:r w:rsidR="00A62EBF" w:rsidRPr="00A62EBF">
              <w:rPr>
                <w:rFonts w:ascii="Arial" w:hAnsi="Arial" w:cs="Arial"/>
                <w:sz w:val="17"/>
                <w:szCs w:val="17"/>
              </w:rPr>
              <w:t>. Incompetent CFV, SFV and POPV.</w:t>
            </w:r>
          </w:p>
        </w:tc>
      </w:tr>
      <w:tr w:rsidR="00951099" w:rsidRPr="001906A2" w:rsidTr="00A62EBF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A62EBF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7"/>
                <w:szCs w:val="17"/>
              </w:rPr>
            </w:pPr>
            <w:r w:rsidRPr="00A62EBF">
              <w:rPr>
                <w:rFonts w:ascii="Arial" w:hAnsi="Arial" w:cs="Arial"/>
                <w:color w:val="808080"/>
                <w:sz w:val="17"/>
                <w:szCs w:val="17"/>
              </w:rPr>
              <w:t>Superficial Veins:</w:t>
            </w:r>
          </w:p>
        </w:tc>
        <w:tc>
          <w:tcPr>
            <w:tcW w:w="4282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A62EBF" w:rsidRDefault="00A62EBF" w:rsidP="00951099">
            <w:pPr>
              <w:tabs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The SFJ is absent, with </w:t>
            </w:r>
            <w:proofErr w:type="spellStart"/>
            <w:r w:rsidRPr="00A62EBF">
              <w:rPr>
                <w:rFonts w:ascii="Arial" w:hAnsi="Arial" w:cs="Arial"/>
                <w:sz w:val="17"/>
                <w:szCs w:val="17"/>
              </w:rPr>
              <w:t>neovasularisation</w:t>
            </w:r>
            <w:proofErr w:type="spellEnd"/>
            <w:r w:rsidRPr="00A62EBF">
              <w:rPr>
                <w:rFonts w:ascii="Arial" w:hAnsi="Arial" w:cs="Arial"/>
                <w:sz w:val="17"/>
                <w:szCs w:val="17"/>
              </w:rPr>
              <w:t xml:space="preserve"> present that supplies VV throughout the thigh. The LSV is absent in the thigh, reforming in the proximal calf.</w:t>
            </w:r>
          </w:p>
          <w:p w:rsidR="00A62EBF" w:rsidRPr="00A62EBF" w:rsidRDefault="00A62EBF" w:rsidP="00A62EBF">
            <w:pPr>
              <w:tabs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Absent SPJ. The SSV is incompetent throughout its length, and is large and tortuous in the </w:t>
            </w:r>
            <w:proofErr w:type="spellStart"/>
            <w:r w:rsidRPr="00A62EBF">
              <w:rPr>
                <w:rFonts w:ascii="Arial" w:hAnsi="Arial" w:cs="Arial"/>
                <w:sz w:val="17"/>
                <w:szCs w:val="17"/>
              </w:rPr>
              <w:t>mid calf</w:t>
            </w:r>
            <w:proofErr w:type="spellEnd"/>
            <w:r w:rsidRPr="00A62EBF">
              <w:rPr>
                <w:rFonts w:ascii="Arial" w:hAnsi="Arial" w:cs="Arial"/>
                <w:sz w:val="17"/>
                <w:szCs w:val="17"/>
              </w:rPr>
              <w:t xml:space="preserve">. </w:t>
            </w:r>
          </w:p>
        </w:tc>
        <w:tc>
          <w:tcPr>
            <w:tcW w:w="3389" w:type="dxa"/>
            <w:shd w:val="clear" w:color="auto" w:fill="auto"/>
          </w:tcPr>
          <w:p w:rsidR="00951099" w:rsidRPr="00A62EBF" w:rsidRDefault="00A62EBF" w:rsidP="00951099">
            <w:pPr>
              <w:tabs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The SFJ is absent. The LSV is absent throughout the thigh, and reforms in the </w:t>
            </w:r>
            <w:proofErr w:type="spellStart"/>
            <w:r w:rsidRPr="00A62EBF">
              <w:rPr>
                <w:rFonts w:ascii="Arial" w:hAnsi="Arial" w:cs="Arial"/>
                <w:sz w:val="17"/>
                <w:szCs w:val="17"/>
              </w:rPr>
              <w:t>prox</w:t>
            </w:r>
            <w:proofErr w:type="spellEnd"/>
            <w:r w:rsidRPr="00A62EBF">
              <w:rPr>
                <w:rFonts w:ascii="Arial" w:hAnsi="Arial" w:cs="Arial"/>
                <w:sz w:val="17"/>
                <w:szCs w:val="17"/>
              </w:rPr>
              <w:t xml:space="preserve">-mid calf where it is incompetent. </w:t>
            </w:r>
          </w:p>
          <w:p w:rsidR="00A62EBF" w:rsidRPr="00A62EBF" w:rsidRDefault="00A62EBF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Patent and competent SSV throughout. </w:t>
            </w:r>
          </w:p>
        </w:tc>
      </w:tr>
      <w:tr w:rsidR="00951099" w:rsidRPr="001906A2" w:rsidTr="00A62EBF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A62EBF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A62EBF">
              <w:rPr>
                <w:rFonts w:ascii="Arial" w:hAnsi="Arial" w:cs="Arial"/>
                <w:color w:val="808080"/>
                <w:sz w:val="17"/>
                <w:szCs w:val="17"/>
              </w:rPr>
              <w:t>Perforators:</w:t>
            </w:r>
          </w:p>
        </w:tc>
        <w:tc>
          <w:tcPr>
            <w:tcW w:w="4282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A62EBF" w:rsidRDefault="00A62EBF" w:rsidP="00951099">
            <w:pPr>
              <w:tabs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Incompetent SFV-VV perforator in the </w:t>
            </w:r>
            <w:proofErr w:type="spellStart"/>
            <w:r w:rsidRPr="00A62EBF">
              <w:rPr>
                <w:rFonts w:ascii="Arial" w:hAnsi="Arial" w:cs="Arial"/>
                <w:sz w:val="17"/>
                <w:szCs w:val="17"/>
              </w:rPr>
              <w:t>mid thigh</w:t>
            </w:r>
            <w:proofErr w:type="spellEnd"/>
            <w:r w:rsidRPr="00A62EBF">
              <w:rPr>
                <w:rFonts w:ascii="Arial" w:hAnsi="Arial" w:cs="Arial"/>
                <w:sz w:val="17"/>
                <w:szCs w:val="17"/>
              </w:rPr>
              <w:t>, measuring 4.5mm in diameter.</w:t>
            </w:r>
          </w:p>
          <w:p w:rsidR="00A62EBF" w:rsidRPr="00A62EBF" w:rsidRDefault="00A62EBF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Incompetent PTV to VV perforator in the </w:t>
            </w:r>
            <w:proofErr w:type="spellStart"/>
            <w:r w:rsidRPr="00A62EBF">
              <w:rPr>
                <w:rFonts w:ascii="Arial" w:hAnsi="Arial" w:cs="Arial"/>
                <w:sz w:val="17"/>
                <w:szCs w:val="17"/>
              </w:rPr>
              <w:t>mid calf</w:t>
            </w:r>
            <w:proofErr w:type="spellEnd"/>
            <w:r w:rsidRPr="00A62EBF">
              <w:rPr>
                <w:rFonts w:ascii="Arial" w:hAnsi="Arial" w:cs="Arial"/>
                <w:sz w:val="17"/>
                <w:szCs w:val="17"/>
              </w:rPr>
              <w:t>, measuring 4.5mm in diameter.</w:t>
            </w:r>
          </w:p>
        </w:tc>
        <w:tc>
          <w:tcPr>
            <w:tcW w:w="3389" w:type="dxa"/>
            <w:shd w:val="clear" w:color="auto" w:fill="auto"/>
          </w:tcPr>
          <w:p w:rsidR="00A62EBF" w:rsidRPr="00A62EBF" w:rsidRDefault="00A62EBF" w:rsidP="00951099">
            <w:pPr>
              <w:tabs>
                <w:tab w:val="left" w:pos="867"/>
              </w:tabs>
              <w:rPr>
                <w:rFonts w:ascii="Arial" w:hAnsi="Arial" w:cs="Arial"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>Incompetent medial Gastrocnemius to VV perforator in the proximal calf, measuring 5.0mm in diameter.</w:t>
            </w:r>
          </w:p>
          <w:p w:rsidR="00951099" w:rsidRPr="00A62EBF" w:rsidRDefault="00A62EBF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  <w:r w:rsidRPr="00A62EBF">
              <w:rPr>
                <w:rFonts w:ascii="Arial" w:hAnsi="Arial" w:cs="Arial"/>
                <w:sz w:val="17"/>
                <w:szCs w:val="17"/>
              </w:rPr>
              <w:t xml:space="preserve">Incompetent PTV-VV perforator in the </w:t>
            </w:r>
            <w:proofErr w:type="spellStart"/>
            <w:r w:rsidRPr="00A62EBF">
              <w:rPr>
                <w:rFonts w:ascii="Arial" w:hAnsi="Arial" w:cs="Arial"/>
                <w:sz w:val="17"/>
                <w:szCs w:val="17"/>
              </w:rPr>
              <w:t>prox</w:t>
            </w:r>
            <w:proofErr w:type="spellEnd"/>
            <w:r w:rsidRPr="00A62EBF">
              <w:rPr>
                <w:rFonts w:ascii="Arial" w:hAnsi="Arial" w:cs="Arial"/>
                <w:sz w:val="17"/>
                <w:szCs w:val="17"/>
              </w:rPr>
              <w:t>-mid calf, measuring 4.1mm in diameter.</w:t>
            </w:r>
          </w:p>
        </w:tc>
      </w:tr>
      <w:tr w:rsidR="00951099" w:rsidRPr="001906A2" w:rsidTr="00A62EBF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A62EBF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7"/>
                <w:szCs w:val="17"/>
              </w:rPr>
            </w:pPr>
            <w:r w:rsidRPr="00A62EBF">
              <w:rPr>
                <w:rFonts w:ascii="Arial" w:hAnsi="Arial" w:cs="Arial"/>
                <w:color w:val="808080"/>
                <w:sz w:val="17"/>
                <w:szCs w:val="17"/>
              </w:rPr>
              <w:t>Ankle Arterial spot check:</w:t>
            </w:r>
          </w:p>
        </w:tc>
        <w:tc>
          <w:tcPr>
            <w:tcW w:w="4282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A62EBF" w:rsidRDefault="00951099" w:rsidP="00951099">
            <w:pPr>
              <w:tabs>
                <w:tab w:val="left" w:pos="86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A62EBF">
              <w:rPr>
                <w:rFonts w:ascii="Arial" w:hAnsi="Arial"/>
                <w:bCs/>
                <w:sz w:val="17"/>
                <w:szCs w:val="17"/>
              </w:rPr>
              <w:t>POPA: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 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38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cm/s), ATA: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46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cm/s), PTA: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56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cm/s), </w:t>
            </w:r>
            <w:proofErr w:type="spellStart"/>
            <w:r w:rsidRPr="00A62EBF">
              <w:rPr>
                <w:rFonts w:ascii="Arial" w:hAnsi="Arial"/>
                <w:bCs/>
                <w:sz w:val="17"/>
                <w:szCs w:val="17"/>
              </w:rPr>
              <w:t>PeroV</w:t>
            </w:r>
            <w:proofErr w:type="spellEnd"/>
            <w:r w:rsidRPr="00A62EBF">
              <w:rPr>
                <w:rFonts w:ascii="Arial" w:hAnsi="Arial"/>
                <w:bCs/>
                <w:sz w:val="17"/>
                <w:szCs w:val="17"/>
              </w:rPr>
              <w:t>: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 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38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cm/s).</w:t>
            </w:r>
          </w:p>
        </w:tc>
        <w:tc>
          <w:tcPr>
            <w:tcW w:w="3389" w:type="dxa"/>
            <w:shd w:val="clear" w:color="auto" w:fill="auto"/>
          </w:tcPr>
          <w:p w:rsidR="00951099" w:rsidRDefault="00951099" w:rsidP="00951099">
            <w:pPr>
              <w:tabs>
                <w:tab w:val="left" w:pos="867"/>
              </w:tabs>
              <w:rPr>
                <w:rFonts w:ascii="Arial" w:hAnsi="Arial"/>
                <w:bCs/>
                <w:sz w:val="17"/>
                <w:szCs w:val="17"/>
              </w:rPr>
            </w:pPr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POPA: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38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cm/s), ATA: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 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38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cm/s), PTA: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50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cm/s), </w:t>
            </w:r>
            <w:proofErr w:type="spellStart"/>
            <w:r w:rsidRPr="00A62EBF">
              <w:rPr>
                <w:rFonts w:ascii="Arial" w:hAnsi="Arial"/>
                <w:bCs/>
                <w:sz w:val="17"/>
                <w:szCs w:val="17"/>
              </w:rPr>
              <w:t>PeroV</w:t>
            </w:r>
            <w:proofErr w:type="spellEnd"/>
            <w:r w:rsidRPr="00A62EBF">
              <w:rPr>
                <w:rFonts w:ascii="Arial" w:hAnsi="Arial"/>
                <w:bCs/>
                <w:sz w:val="17"/>
                <w:szCs w:val="17"/>
              </w:rPr>
              <w:t>: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 xml:space="preserve"> </w:t>
            </w:r>
            <w:proofErr w:type="spellStart"/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Triphasic</w:t>
            </w:r>
            <w:proofErr w:type="spellEnd"/>
            <w:r w:rsidRPr="00A62EBF">
              <w:rPr>
                <w:rFonts w:ascii="Arial" w:hAnsi="Arial"/>
                <w:bCs/>
                <w:sz w:val="17"/>
                <w:szCs w:val="17"/>
              </w:rPr>
              <w:t xml:space="preserve"> (</w:t>
            </w:r>
            <w:r w:rsidR="00A62EBF" w:rsidRPr="00A62EBF">
              <w:rPr>
                <w:rFonts w:ascii="Arial" w:hAnsi="Arial"/>
                <w:bCs/>
                <w:sz w:val="17"/>
                <w:szCs w:val="17"/>
              </w:rPr>
              <w:t>47</w:t>
            </w:r>
            <w:r w:rsidRPr="00A62EBF">
              <w:rPr>
                <w:rFonts w:ascii="Arial" w:hAnsi="Arial"/>
                <w:bCs/>
                <w:sz w:val="17"/>
                <w:szCs w:val="17"/>
              </w:rPr>
              <w:t>cm/s).</w:t>
            </w:r>
          </w:p>
          <w:p w:rsidR="00A62EBF" w:rsidRPr="00A62EBF" w:rsidRDefault="00A62EBF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7"/>
                <w:szCs w:val="17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697" w:rsidRDefault="00FD1697">
      <w:r>
        <w:separator/>
      </w:r>
    </w:p>
  </w:endnote>
  <w:endnote w:type="continuationSeparator" w:id="0">
    <w:p w:rsidR="00FD1697" w:rsidRDefault="00FD1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697" w:rsidRDefault="00FD1697">
      <w:r>
        <w:separator/>
      </w:r>
    </w:p>
  </w:footnote>
  <w:footnote w:type="continuationSeparator" w:id="0">
    <w:p w:rsidR="00FD1697" w:rsidRDefault="00FD1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697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0952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62EBF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1697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340C4263"/>
  <w15:chartTrackingRefBased/>
  <w15:docId w15:val="{DF6C31C4-F7E1-47A9-BDD1-4F8DF7193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0</TotalTime>
  <Pages>1</Pages>
  <Words>230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2020-08-07T09:32:00Z</dcterms:created>
  <dcterms:modified xsi:type="dcterms:W3CDTF">2020-08-07T09:32:00Z</dcterms:modified>
  <cp:category>Patient Report</cp:category>
</cp:coreProperties>
</file>